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5722" w:rsidRDefault="000F5722" w:rsidP="006C46F1">
      <w:pPr>
        <w:rPr>
          <w:b/>
        </w:rPr>
      </w:pPr>
    </w:p>
    <w:p w:rsidR="00C20416" w:rsidRDefault="00C20416" w:rsidP="00C20416">
      <w:pPr>
        <w:outlineLvl w:val="0"/>
        <w:rPr>
          <w:b/>
          <w:sz w:val="24"/>
        </w:rPr>
      </w:pPr>
    </w:p>
    <w:p w:rsidR="00C20416" w:rsidRDefault="00C20416" w:rsidP="00C20416">
      <w:pPr>
        <w:outlineLvl w:val="0"/>
        <w:rPr>
          <w:b/>
          <w:sz w:val="24"/>
        </w:rPr>
      </w:pPr>
      <w:r w:rsidRPr="000F5722">
        <w:rPr>
          <w:b/>
          <w:sz w:val="24"/>
        </w:rPr>
        <w:t xml:space="preserve">Seznam </w:t>
      </w:r>
      <w:r>
        <w:rPr>
          <w:b/>
          <w:sz w:val="24"/>
        </w:rPr>
        <w:t>subdodavatelů</w:t>
      </w:r>
      <w:r w:rsidRPr="000F5722">
        <w:rPr>
          <w:b/>
          <w:sz w:val="24"/>
        </w:rPr>
        <w:t xml:space="preserve">: </w:t>
      </w:r>
    </w:p>
    <w:p w:rsidR="00C20416" w:rsidRPr="000F5722" w:rsidRDefault="00C20416" w:rsidP="00C20416">
      <w:pPr>
        <w:rPr>
          <w:b/>
          <w:sz w:val="24"/>
        </w:rPr>
      </w:pPr>
    </w:p>
    <w:p w:rsidR="00C20416" w:rsidRPr="00EC2210" w:rsidRDefault="00C20416" w:rsidP="00C20416">
      <w:pPr>
        <w:pStyle w:val="Textdopisu"/>
        <w:rPr>
          <w:b/>
        </w:rPr>
      </w:pPr>
    </w:p>
    <w:tbl>
      <w:tblPr>
        <w:tblpPr w:leftFromText="141" w:rightFromText="141" w:vertAnchor="text" w:tblpY="1"/>
        <w:tblOverlap w:val="never"/>
        <w:tblW w:w="9528" w:type="dxa"/>
        <w:tblCellSpacing w:w="20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Look w:val="01E0" w:firstRow="1" w:lastRow="1" w:firstColumn="1" w:lastColumn="1" w:noHBand="0" w:noVBand="0"/>
      </w:tblPr>
      <w:tblGrid>
        <w:gridCol w:w="3292"/>
        <w:gridCol w:w="6236"/>
      </w:tblGrid>
      <w:tr w:rsidR="00C20416" w:rsidRPr="004C6499" w:rsidTr="008A58A2">
        <w:trPr>
          <w:trHeight w:val="397"/>
          <w:tblCellSpacing w:w="20" w:type="dxa"/>
        </w:trPr>
        <w:tc>
          <w:tcPr>
            <w:tcW w:w="9448" w:type="dxa"/>
            <w:gridSpan w:val="2"/>
            <w:shd w:val="clear" w:color="auto" w:fill="F2DBDB" w:themeFill="accent2" w:themeFillTint="33"/>
            <w:vAlign w:val="center"/>
          </w:tcPr>
          <w:p w:rsidR="00C20416" w:rsidRPr="004C6499" w:rsidRDefault="00C20416" w:rsidP="004C706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Subdodavatel </w:t>
            </w:r>
            <w:r w:rsidRPr="004C6499">
              <w:rPr>
                <w:b/>
                <w:sz w:val="28"/>
                <w:szCs w:val="28"/>
              </w:rPr>
              <w:t>č. 1</w:t>
            </w:r>
          </w:p>
        </w:tc>
      </w:tr>
      <w:tr w:rsidR="00C20416" w:rsidRPr="00CF2FD1" w:rsidTr="004C7066">
        <w:trPr>
          <w:tblCellSpacing w:w="20" w:type="dxa"/>
        </w:trPr>
        <w:tc>
          <w:tcPr>
            <w:tcW w:w="3232" w:type="dxa"/>
            <w:shd w:val="clear" w:color="auto" w:fill="auto"/>
          </w:tcPr>
          <w:p w:rsidR="00C20416" w:rsidRPr="00CF2FD1" w:rsidRDefault="00C20416" w:rsidP="004C7066">
            <w:pPr>
              <w:rPr>
                <w:szCs w:val="20"/>
              </w:rPr>
            </w:pPr>
            <w:r>
              <w:rPr>
                <w:szCs w:val="20"/>
              </w:rPr>
              <w:t>Obchodní jméno:</w:t>
            </w:r>
          </w:p>
        </w:tc>
        <w:tc>
          <w:tcPr>
            <w:tcW w:w="6176" w:type="dxa"/>
            <w:shd w:val="clear" w:color="auto" w:fill="auto"/>
          </w:tcPr>
          <w:p w:rsidR="00C20416" w:rsidRPr="00110712" w:rsidRDefault="00C20416" w:rsidP="004C7066">
            <w:pPr>
              <w:rPr>
                <w:szCs w:val="20"/>
              </w:rPr>
            </w:pPr>
          </w:p>
        </w:tc>
      </w:tr>
      <w:tr w:rsidR="00C20416" w:rsidRPr="00CF2FD1" w:rsidTr="004C7066">
        <w:trPr>
          <w:tblCellSpacing w:w="20" w:type="dxa"/>
        </w:trPr>
        <w:tc>
          <w:tcPr>
            <w:tcW w:w="3232" w:type="dxa"/>
            <w:shd w:val="clear" w:color="auto" w:fill="auto"/>
            <w:vAlign w:val="center"/>
          </w:tcPr>
          <w:p w:rsidR="00C20416" w:rsidRPr="00CF2FD1" w:rsidRDefault="00C20416" w:rsidP="004C7066">
            <w:pPr>
              <w:rPr>
                <w:szCs w:val="20"/>
              </w:rPr>
            </w:pPr>
            <w:r>
              <w:rPr>
                <w:szCs w:val="20"/>
              </w:rPr>
              <w:t>Sídlo / místo podnikání:</w:t>
            </w:r>
          </w:p>
        </w:tc>
        <w:tc>
          <w:tcPr>
            <w:tcW w:w="6176" w:type="dxa"/>
            <w:shd w:val="clear" w:color="auto" w:fill="auto"/>
          </w:tcPr>
          <w:p w:rsidR="00C20416" w:rsidRPr="00110712" w:rsidRDefault="00C20416" w:rsidP="004C7066">
            <w:pPr>
              <w:rPr>
                <w:szCs w:val="20"/>
              </w:rPr>
            </w:pPr>
          </w:p>
        </w:tc>
      </w:tr>
      <w:tr w:rsidR="00C20416" w:rsidRPr="00CF2FD1" w:rsidTr="004C7066">
        <w:trPr>
          <w:tblCellSpacing w:w="20" w:type="dxa"/>
        </w:trPr>
        <w:tc>
          <w:tcPr>
            <w:tcW w:w="3232" w:type="dxa"/>
            <w:shd w:val="clear" w:color="auto" w:fill="auto"/>
            <w:vAlign w:val="center"/>
          </w:tcPr>
          <w:p w:rsidR="00C20416" w:rsidRPr="00CF2FD1" w:rsidRDefault="00C20416" w:rsidP="004C7066">
            <w:pPr>
              <w:rPr>
                <w:szCs w:val="20"/>
              </w:rPr>
            </w:pPr>
            <w:r>
              <w:rPr>
                <w:szCs w:val="20"/>
              </w:rPr>
              <w:t>Osoba oprávněná jednat:</w:t>
            </w:r>
          </w:p>
        </w:tc>
        <w:tc>
          <w:tcPr>
            <w:tcW w:w="6176" w:type="dxa"/>
            <w:shd w:val="clear" w:color="auto" w:fill="auto"/>
          </w:tcPr>
          <w:p w:rsidR="00C20416" w:rsidRPr="00110712" w:rsidRDefault="00C20416" w:rsidP="004C7066">
            <w:pPr>
              <w:rPr>
                <w:szCs w:val="20"/>
              </w:rPr>
            </w:pPr>
          </w:p>
        </w:tc>
      </w:tr>
      <w:tr w:rsidR="00C20416" w:rsidRPr="00CF2FD1" w:rsidTr="004C7066">
        <w:trPr>
          <w:tblCellSpacing w:w="20" w:type="dxa"/>
        </w:trPr>
        <w:tc>
          <w:tcPr>
            <w:tcW w:w="3232" w:type="dxa"/>
            <w:shd w:val="clear" w:color="auto" w:fill="auto"/>
            <w:vAlign w:val="center"/>
          </w:tcPr>
          <w:p w:rsidR="00C20416" w:rsidRPr="00CF2FD1" w:rsidRDefault="00C20416" w:rsidP="004C7066">
            <w:pPr>
              <w:rPr>
                <w:szCs w:val="20"/>
              </w:rPr>
            </w:pPr>
            <w:r>
              <w:rPr>
                <w:szCs w:val="20"/>
              </w:rPr>
              <w:t>Specifikace subdodávky:</w:t>
            </w:r>
          </w:p>
        </w:tc>
        <w:tc>
          <w:tcPr>
            <w:tcW w:w="6176" w:type="dxa"/>
            <w:shd w:val="clear" w:color="auto" w:fill="auto"/>
          </w:tcPr>
          <w:p w:rsidR="00C20416" w:rsidRPr="00110712" w:rsidRDefault="00C20416" w:rsidP="004C7066">
            <w:pPr>
              <w:rPr>
                <w:szCs w:val="20"/>
              </w:rPr>
            </w:pPr>
          </w:p>
        </w:tc>
      </w:tr>
      <w:tr w:rsidR="00C20416" w:rsidRPr="004C6499" w:rsidTr="008A58A2">
        <w:trPr>
          <w:trHeight w:val="397"/>
          <w:tblCellSpacing w:w="20" w:type="dxa"/>
        </w:trPr>
        <w:tc>
          <w:tcPr>
            <w:tcW w:w="9448" w:type="dxa"/>
            <w:gridSpan w:val="2"/>
            <w:shd w:val="clear" w:color="auto" w:fill="F2DBDB" w:themeFill="accent2" w:themeFillTint="33"/>
            <w:vAlign w:val="center"/>
          </w:tcPr>
          <w:p w:rsidR="00C20416" w:rsidRPr="004C6499" w:rsidRDefault="00C20416" w:rsidP="004C706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Subdodavatel </w:t>
            </w:r>
            <w:r w:rsidRPr="004C6499">
              <w:rPr>
                <w:b/>
                <w:sz w:val="28"/>
                <w:szCs w:val="28"/>
              </w:rPr>
              <w:t xml:space="preserve">č. </w:t>
            </w:r>
            <w:r>
              <w:rPr>
                <w:b/>
                <w:sz w:val="28"/>
                <w:szCs w:val="28"/>
              </w:rPr>
              <w:t>2</w:t>
            </w:r>
          </w:p>
        </w:tc>
      </w:tr>
      <w:tr w:rsidR="00C20416" w:rsidRPr="00CF2FD1" w:rsidTr="004C7066">
        <w:trPr>
          <w:tblCellSpacing w:w="20" w:type="dxa"/>
        </w:trPr>
        <w:tc>
          <w:tcPr>
            <w:tcW w:w="3232" w:type="dxa"/>
            <w:shd w:val="clear" w:color="auto" w:fill="auto"/>
          </w:tcPr>
          <w:p w:rsidR="00C20416" w:rsidRPr="00CF2FD1" w:rsidRDefault="00C20416" w:rsidP="004C7066">
            <w:pPr>
              <w:rPr>
                <w:szCs w:val="20"/>
              </w:rPr>
            </w:pPr>
            <w:r>
              <w:rPr>
                <w:szCs w:val="20"/>
              </w:rPr>
              <w:t>Obchodní jméno:</w:t>
            </w:r>
          </w:p>
        </w:tc>
        <w:tc>
          <w:tcPr>
            <w:tcW w:w="6176" w:type="dxa"/>
            <w:shd w:val="clear" w:color="auto" w:fill="auto"/>
          </w:tcPr>
          <w:p w:rsidR="00C20416" w:rsidRPr="00110712" w:rsidRDefault="00C20416" w:rsidP="004C7066">
            <w:pPr>
              <w:rPr>
                <w:szCs w:val="20"/>
              </w:rPr>
            </w:pPr>
          </w:p>
        </w:tc>
      </w:tr>
      <w:tr w:rsidR="00C20416" w:rsidRPr="00CF2FD1" w:rsidTr="004C7066">
        <w:trPr>
          <w:tblCellSpacing w:w="20" w:type="dxa"/>
        </w:trPr>
        <w:tc>
          <w:tcPr>
            <w:tcW w:w="3232" w:type="dxa"/>
            <w:shd w:val="clear" w:color="auto" w:fill="auto"/>
            <w:vAlign w:val="center"/>
          </w:tcPr>
          <w:p w:rsidR="00C20416" w:rsidRPr="00CF2FD1" w:rsidRDefault="00C20416" w:rsidP="004C7066">
            <w:pPr>
              <w:rPr>
                <w:szCs w:val="20"/>
              </w:rPr>
            </w:pPr>
            <w:r>
              <w:rPr>
                <w:szCs w:val="20"/>
              </w:rPr>
              <w:t>Sídlo / místo podnikání:</w:t>
            </w:r>
          </w:p>
        </w:tc>
        <w:tc>
          <w:tcPr>
            <w:tcW w:w="6176" w:type="dxa"/>
            <w:shd w:val="clear" w:color="auto" w:fill="auto"/>
          </w:tcPr>
          <w:p w:rsidR="00C20416" w:rsidRPr="00110712" w:rsidRDefault="00C20416" w:rsidP="004C7066">
            <w:pPr>
              <w:rPr>
                <w:szCs w:val="20"/>
              </w:rPr>
            </w:pPr>
          </w:p>
        </w:tc>
      </w:tr>
      <w:tr w:rsidR="00C20416" w:rsidRPr="00CF2FD1" w:rsidTr="004C7066">
        <w:trPr>
          <w:tblCellSpacing w:w="20" w:type="dxa"/>
        </w:trPr>
        <w:tc>
          <w:tcPr>
            <w:tcW w:w="3232" w:type="dxa"/>
            <w:shd w:val="clear" w:color="auto" w:fill="auto"/>
            <w:vAlign w:val="center"/>
          </w:tcPr>
          <w:p w:rsidR="00C20416" w:rsidRPr="00CF2FD1" w:rsidRDefault="00C20416" w:rsidP="004C7066">
            <w:pPr>
              <w:rPr>
                <w:szCs w:val="20"/>
              </w:rPr>
            </w:pPr>
            <w:r>
              <w:rPr>
                <w:szCs w:val="20"/>
              </w:rPr>
              <w:t>Osoba oprávněná jednat:</w:t>
            </w:r>
          </w:p>
        </w:tc>
        <w:tc>
          <w:tcPr>
            <w:tcW w:w="6176" w:type="dxa"/>
            <w:shd w:val="clear" w:color="auto" w:fill="auto"/>
          </w:tcPr>
          <w:p w:rsidR="00C20416" w:rsidRPr="00110712" w:rsidRDefault="00C20416" w:rsidP="004C7066">
            <w:pPr>
              <w:rPr>
                <w:szCs w:val="20"/>
              </w:rPr>
            </w:pPr>
          </w:p>
        </w:tc>
      </w:tr>
      <w:tr w:rsidR="00C20416" w:rsidRPr="00CF2FD1" w:rsidTr="004C7066">
        <w:trPr>
          <w:tblCellSpacing w:w="20" w:type="dxa"/>
        </w:trPr>
        <w:tc>
          <w:tcPr>
            <w:tcW w:w="3232" w:type="dxa"/>
            <w:shd w:val="clear" w:color="auto" w:fill="auto"/>
            <w:vAlign w:val="center"/>
          </w:tcPr>
          <w:p w:rsidR="00C20416" w:rsidRPr="00CF2FD1" w:rsidRDefault="00C20416" w:rsidP="004C7066">
            <w:pPr>
              <w:rPr>
                <w:szCs w:val="20"/>
              </w:rPr>
            </w:pPr>
            <w:r>
              <w:rPr>
                <w:szCs w:val="20"/>
              </w:rPr>
              <w:t>Specifikace subdodávky:</w:t>
            </w:r>
          </w:p>
        </w:tc>
        <w:tc>
          <w:tcPr>
            <w:tcW w:w="6176" w:type="dxa"/>
            <w:shd w:val="clear" w:color="auto" w:fill="auto"/>
          </w:tcPr>
          <w:p w:rsidR="00C20416" w:rsidRPr="00110712" w:rsidRDefault="00C20416" w:rsidP="004C7066">
            <w:pPr>
              <w:rPr>
                <w:szCs w:val="20"/>
              </w:rPr>
            </w:pPr>
          </w:p>
        </w:tc>
      </w:tr>
      <w:tr w:rsidR="00C20416" w:rsidRPr="004C6499" w:rsidTr="008A58A2">
        <w:trPr>
          <w:trHeight w:val="397"/>
          <w:tblCellSpacing w:w="20" w:type="dxa"/>
        </w:trPr>
        <w:tc>
          <w:tcPr>
            <w:tcW w:w="9448" w:type="dxa"/>
            <w:gridSpan w:val="2"/>
            <w:shd w:val="clear" w:color="auto" w:fill="F2DBDB" w:themeFill="accent2" w:themeFillTint="33"/>
            <w:vAlign w:val="center"/>
          </w:tcPr>
          <w:p w:rsidR="00C20416" w:rsidRPr="004C6499" w:rsidRDefault="00C20416" w:rsidP="004C7066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Subdodavatel </w:t>
            </w:r>
            <w:r w:rsidRPr="004C6499">
              <w:rPr>
                <w:b/>
                <w:sz w:val="28"/>
                <w:szCs w:val="28"/>
              </w:rPr>
              <w:t xml:space="preserve">č. </w:t>
            </w:r>
            <w:r>
              <w:rPr>
                <w:b/>
                <w:sz w:val="28"/>
                <w:szCs w:val="28"/>
              </w:rPr>
              <w:t>3</w:t>
            </w:r>
          </w:p>
        </w:tc>
      </w:tr>
      <w:tr w:rsidR="00C20416" w:rsidRPr="00CF2FD1" w:rsidTr="004C7066">
        <w:trPr>
          <w:tblCellSpacing w:w="20" w:type="dxa"/>
        </w:trPr>
        <w:tc>
          <w:tcPr>
            <w:tcW w:w="3232" w:type="dxa"/>
            <w:shd w:val="clear" w:color="auto" w:fill="auto"/>
          </w:tcPr>
          <w:p w:rsidR="00C20416" w:rsidRPr="00CF2FD1" w:rsidRDefault="00C20416" w:rsidP="004C7066">
            <w:pPr>
              <w:rPr>
                <w:szCs w:val="20"/>
              </w:rPr>
            </w:pPr>
            <w:r>
              <w:rPr>
                <w:szCs w:val="20"/>
              </w:rPr>
              <w:t>Obchodní jméno:</w:t>
            </w:r>
          </w:p>
        </w:tc>
        <w:tc>
          <w:tcPr>
            <w:tcW w:w="6176" w:type="dxa"/>
            <w:shd w:val="clear" w:color="auto" w:fill="auto"/>
          </w:tcPr>
          <w:p w:rsidR="00C20416" w:rsidRPr="00110712" w:rsidRDefault="00C20416" w:rsidP="004C7066">
            <w:pPr>
              <w:rPr>
                <w:szCs w:val="20"/>
              </w:rPr>
            </w:pPr>
          </w:p>
        </w:tc>
      </w:tr>
      <w:tr w:rsidR="00C20416" w:rsidRPr="00CF2FD1" w:rsidTr="004C7066">
        <w:trPr>
          <w:tblCellSpacing w:w="20" w:type="dxa"/>
        </w:trPr>
        <w:tc>
          <w:tcPr>
            <w:tcW w:w="3232" w:type="dxa"/>
            <w:shd w:val="clear" w:color="auto" w:fill="auto"/>
            <w:vAlign w:val="center"/>
          </w:tcPr>
          <w:p w:rsidR="00C20416" w:rsidRPr="00CF2FD1" w:rsidRDefault="00C20416" w:rsidP="004C7066">
            <w:pPr>
              <w:rPr>
                <w:szCs w:val="20"/>
              </w:rPr>
            </w:pPr>
            <w:r>
              <w:rPr>
                <w:szCs w:val="20"/>
              </w:rPr>
              <w:t>Sídlo / místo podnikání:</w:t>
            </w:r>
          </w:p>
        </w:tc>
        <w:tc>
          <w:tcPr>
            <w:tcW w:w="6176" w:type="dxa"/>
            <w:shd w:val="clear" w:color="auto" w:fill="auto"/>
          </w:tcPr>
          <w:p w:rsidR="00C20416" w:rsidRPr="00110712" w:rsidRDefault="00C20416" w:rsidP="004C7066">
            <w:pPr>
              <w:rPr>
                <w:szCs w:val="20"/>
              </w:rPr>
            </w:pPr>
          </w:p>
        </w:tc>
      </w:tr>
      <w:tr w:rsidR="00C20416" w:rsidRPr="00CF2FD1" w:rsidTr="004C7066">
        <w:trPr>
          <w:tblCellSpacing w:w="20" w:type="dxa"/>
        </w:trPr>
        <w:tc>
          <w:tcPr>
            <w:tcW w:w="3232" w:type="dxa"/>
            <w:shd w:val="clear" w:color="auto" w:fill="auto"/>
            <w:vAlign w:val="center"/>
          </w:tcPr>
          <w:p w:rsidR="00C20416" w:rsidRPr="00CF2FD1" w:rsidRDefault="00C20416" w:rsidP="004C7066">
            <w:pPr>
              <w:rPr>
                <w:szCs w:val="20"/>
              </w:rPr>
            </w:pPr>
            <w:r>
              <w:rPr>
                <w:szCs w:val="20"/>
              </w:rPr>
              <w:t>Osoba oprávněná jednat:</w:t>
            </w:r>
          </w:p>
        </w:tc>
        <w:tc>
          <w:tcPr>
            <w:tcW w:w="6176" w:type="dxa"/>
            <w:shd w:val="clear" w:color="auto" w:fill="auto"/>
          </w:tcPr>
          <w:p w:rsidR="00C20416" w:rsidRPr="00110712" w:rsidRDefault="00C20416" w:rsidP="004C7066">
            <w:pPr>
              <w:rPr>
                <w:szCs w:val="20"/>
              </w:rPr>
            </w:pPr>
          </w:p>
        </w:tc>
      </w:tr>
      <w:tr w:rsidR="00C20416" w:rsidRPr="00CF2FD1" w:rsidTr="004C7066">
        <w:trPr>
          <w:tblCellSpacing w:w="20" w:type="dxa"/>
        </w:trPr>
        <w:tc>
          <w:tcPr>
            <w:tcW w:w="3232" w:type="dxa"/>
            <w:shd w:val="clear" w:color="auto" w:fill="auto"/>
            <w:vAlign w:val="center"/>
          </w:tcPr>
          <w:p w:rsidR="00C20416" w:rsidRPr="00CF2FD1" w:rsidRDefault="00C20416" w:rsidP="004C7066">
            <w:pPr>
              <w:rPr>
                <w:szCs w:val="20"/>
              </w:rPr>
            </w:pPr>
            <w:r>
              <w:rPr>
                <w:szCs w:val="20"/>
              </w:rPr>
              <w:t>Specifikace subdodávky:</w:t>
            </w:r>
          </w:p>
        </w:tc>
        <w:tc>
          <w:tcPr>
            <w:tcW w:w="6176" w:type="dxa"/>
            <w:shd w:val="clear" w:color="auto" w:fill="auto"/>
          </w:tcPr>
          <w:p w:rsidR="00C20416" w:rsidRPr="00110712" w:rsidRDefault="00C20416" w:rsidP="004C7066">
            <w:pPr>
              <w:rPr>
                <w:szCs w:val="20"/>
              </w:rPr>
            </w:pPr>
          </w:p>
        </w:tc>
      </w:tr>
    </w:tbl>
    <w:p w:rsidR="00215F55" w:rsidRDefault="004C7066" w:rsidP="006C46F1">
      <w:pPr>
        <w:rPr>
          <w:b/>
        </w:rPr>
      </w:pPr>
      <w:r>
        <w:rPr>
          <w:b/>
        </w:rPr>
        <w:br w:type="textWrapping" w:clear="all"/>
      </w:r>
    </w:p>
    <w:p w:rsidR="00215F55" w:rsidRDefault="00215F55" w:rsidP="006C46F1">
      <w:pPr>
        <w:rPr>
          <w:b/>
        </w:rPr>
      </w:pPr>
    </w:p>
    <w:p w:rsidR="00DC1B90" w:rsidRDefault="00DC1B90" w:rsidP="006C46F1">
      <w:r>
        <w:t>V ……………………………… dne…………………………………                                                                   …………………………………………………………………</w:t>
      </w:r>
    </w:p>
    <w:p w:rsidR="00DC1B90" w:rsidRDefault="00DC1B90" w:rsidP="006C46F1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razítko +</w:t>
      </w:r>
      <w:r w:rsidR="00E17FD3">
        <w:t xml:space="preserve"> podpis stat</w:t>
      </w:r>
      <w:r w:rsidR="003E5C1D">
        <w:t>u</w:t>
      </w:r>
      <w:bookmarkStart w:id="0" w:name="_GoBack"/>
      <w:bookmarkEnd w:id="0"/>
      <w:r w:rsidR="00E17FD3">
        <w:t>tárního zástupce ú</w:t>
      </w:r>
      <w:r w:rsidR="008A58A2">
        <w:t>častníka</w:t>
      </w:r>
    </w:p>
    <w:p w:rsidR="00752913" w:rsidRDefault="00752913" w:rsidP="004C2529">
      <w:pPr>
        <w:outlineLvl w:val="0"/>
        <w:rPr>
          <w:b/>
          <w:sz w:val="24"/>
        </w:rPr>
      </w:pPr>
    </w:p>
    <w:p w:rsidR="008A58A2" w:rsidRDefault="008A58A2" w:rsidP="004C2529">
      <w:pPr>
        <w:outlineLvl w:val="0"/>
        <w:rPr>
          <w:b/>
          <w:sz w:val="24"/>
        </w:rPr>
      </w:pPr>
    </w:p>
    <w:p w:rsidR="008A58A2" w:rsidRDefault="008A58A2" w:rsidP="004C2529">
      <w:pPr>
        <w:outlineLvl w:val="0"/>
        <w:rPr>
          <w:b/>
          <w:sz w:val="24"/>
        </w:rPr>
      </w:pPr>
    </w:p>
    <w:p w:rsidR="002D4AA7" w:rsidRDefault="002D4AA7" w:rsidP="002D4AA7">
      <w:pPr>
        <w:pStyle w:val="Textdopisu"/>
        <w:rPr>
          <w:sz w:val="18"/>
          <w:szCs w:val="18"/>
        </w:rPr>
      </w:pPr>
    </w:p>
    <w:p w:rsidR="002F668B" w:rsidRDefault="002F668B" w:rsidP="004C2529">
      <w:pPr>
        <w:outlineLvl w:val="0"/>
        <w:rPr>
          <w:b/>
          <w:sz w:val="24"/>
        </w:rPr>
      </w:pPr>
      <w:r>
        <w:rPr>
          <w:b/>
          <w:sz w:val="24"/>
        </w:rPr>
        <w:t>Přehled technického vybavení:</w:t>
      </w:r>
    </w:p>
    <w:p w:rsidR="002F668B" w:rsidRDefault="002F668B" w:rsidP="002D4AA7"/>
    <w:p w:rsidR="002F668B" w:rsidRDefault="00215F55" w:rsidP="006C46F1">
      <w:r>
        <w:tab/>
      </w:r>
      <w:r>
        <w:tab/>
      </w:r>
      <w:r>
        <w:tab/>
      </w:r>
      <w:r>
        <w:tab/>
      </w:r>
      <w:r>
        <w:tab/>
      </w:r>
    </w:p>
    <w:tbl>
      <w:tblPr>
        <w:tblW w:w="10961" w:type="dxa"/>
        <w:tblCellSpacing w:w="20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Look w:val="01E0" w:firstRow="1" w:lastRow="1" w:firstColumn="1" w:lastColumn="1" w:noHBand="0" w:noVBand="0"/>
      </w:tblPr>
      <w:tblGrid>
        <w:gridCol w:w="1324"/>
        <w:gridCol w:w="4252"/>
        <w:gridCol w:w="3684"/>
        <w:gridCol w:w="1701"/>
      </w:tblGrid>
      <w:tr w:rsidR="000E6958" w:rsidRPr="00530F6B" w:rsidTr="008A58A2">
        <w:trPr>
          <w:tblCellSpacing w:w="20" w:type="dxa"/>
        </w:trPr>
        <w:tc>
          <w:tcPr>
            <w:tcW w:w="1264" w:type="dxa"/>
            <w:shd w:val="clear" w:color="auto" w:fill="F2DBDB" w:themeFill="accent2" w:themeFillTint="33"/>
          </w:tcPr>
          <w:p w:rsidR="000E6958" w:rsidRDefault="000E6958" w:rsidP="00AD5DB5">
            <w:pPr>
              <w:rPr>
                <w:b/>
                <w:szCs w:val="20"/>
              </w:rPr>
            </w:pPr>
          </w:p>
          <w:p w:rsidR="000E6958" w:rsidRDefault="000E6958" w:rsidP="00AD5DB5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č</w:t>
            </w:r>
            <w:r w:rsidRPr="00530F6B">
              <w:rPr>
                <w:b/>
                <w:szCs w:val="20"/>
              </w:rPr>
              <w:t>íslo</w:t>
            </w:r>
          </w:p>
          <w:p w:rsidR="000E6958" w:rsidRPr="00530F6B" w:rsidRDefault="000E6958" w:rsidP="00AD5DB5">
            <w:pPr>
              <w:rPr>
                <w:b/>
                <w:szCs w:val="20"/>
              </w:rPr>
            </w:pPr>
          </w:p>
        </w:tc>
        <w:tc>
          <w:tcPr>
            <w:tcW w:w="4212" w:type="dxa"/>
            <w:shd w:val="clear" w:color="auto" w:fill="F2DBDB" w:themeFill="accent2" w:themeFillTint="33"/>
          </w:tcPr>
          <w:p w:rsidR="000E6958" w:rsidRDefault="000E6958" w:rsidP="00AD5DB5">
            <w:pPr>
              <w:rPr>
                <w:b/>
                <w:szCs w:val="20"/>
              </w:rPr>
            </w:pPr>
          </w:p>
          <w:p w:rsidR="00282D9C" w:rsidRPr="00530F6B" w:rsidRDefault="000E6958" w:rsidP="00282D9C">
            <w:pPr>
              <w:rPr>
                <w:b/>
                <w:szCs w:val="20"/>
              </w:rPr>
            </w:pPr>
            <w:r w:rsidRPr="000E6958">
              <w:rPr>
                <w:b/>
                <w:szCs w:val="20"/>
              </w:rPr>
              <w:t>Název nástrojů či pomůcek, provozních a technických</w:t>
            </w:r>
            <w:r w:rsidR="00394779">
              <w:rPr>
                <w:b/>
                <w:szCs w:val="20"/>
              </w:rPr>
              <w:t xml:space="preserve"> </w:t>
            </w:r>
            <w:r w:rsidR="00282D9C" w:rsidRPr="00530F6B">
              <w:rPr>
                <w:b/>
                <w:szCs w:val="20"/>
              </w:rPr>
              <w:t>Pořadové</w:t>
            </w:r>
          </w:p>
          <w:p w:rsidR="000E6958" w:rsidRPr="000E6958" w:rsidRDefault="00394779" w:rsidP="00394779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vybavení</w:t>
            </w:r>
          </w:p>
        </w:tc>
        <w:tc>
          <w:tcPr>
            <w:tcW w:w="3644" w:type="dxa"/>
            <w:shd w:val="clear" w:color="auto" w:fill="F2DBDB" w:themeFill="accent2" w:themeFillTint="33"/>
          </w:tcPr>
          <w:p w:rsidR="000E6958" w:rsidRDefault="000E6958" w:rsidP="00AD5DB5">
            <w:pPr>
              <w:rPr>
                <w:b/>
                <w:szCs w:val="20"/>
              </w:rPr>
            </w:pPr>
          </w:p>
          <w:p w:rsidR="000E6958" w:rsidRPr="00530F6B" w:rsidRDefault="000E6958" w:rsidP="00AD5DB5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Počet kusů</w:t>
            </w:r>
          </w:p>
        </w:tc>
        <w:tc>
          <w:tcPr>
            <w:tcW w:w="1641" w:type="dxa"/>
            <w:shd w:val="clear" w:color="auto" w:fill="F2DBDB" w:themeFill="accent2" w:themeFillTint="33"/>
          </w:tcPr>
          <w:p w:rsidR="000E6958" w:rsidRDefault="000E6958" w:rsidP="00AD5DB5">
            <w:pPr>
              <w:rPr>
                <w:b/>
                <w:szCs w:val="20"/>
              </w:rPr>
            </w:pPr>
          </w:p>
          <w:p w:rsidR="000E6958" w:rsidRPr="00530F6B" w:rsidRDefault="000E6958" w:rsidP="00AD5DB5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 xml:space="preserve">Pozn. </w:t>
            </w:r>
          </w:p>
          <w:p w:rsidR="000E6958" w:rsidRPr="00530F6B" w:rsidRDefault="000E6958" w:rsidP="00AD5DB5">
            <w:pPr>
              <w:rPr>
                <w:b/>
                <w:szCs w:val="20"/>
              </w:rPr>
            </w:pPr>
          </w:p>
        </w:tc>
      </w:tr>
      <w:tr w:rsidR="000E6958" w:rsidRPr="00430A56" w:rsidTr="00AD5DB5">
        <w:trPr>
          <w:trHeight w:val="567"/>
          <w:tblCellSpacing w:w="20" w:type="dxa"/>
        </w:trPr>
        <w:tc>
          <w:tcPr>
            <w:tcW w:w="1264" w:type="dxa"/>
            <w:shd w:val="clear" w:color="auto" w:fill="auto"/>
            <w:vAlign w:val="center"/>
          </w:tcPr>
          <w:p w:rsidR="000E6958" w:rsidRPr="00530F6B" w:rsidRDefault="000E6958" w:rsidP="00AD5DB5">
            <w:pPr>
              <w:jc w:val="center"/>
              <w:rPr>
                <w:b/>
                <w:sz w:val="22"/>
                <w:szCs w:val="22"/>
              </w:rPr>
            </w:pPr>
            <w:r w:rsidRPr="00530F6B">
              <w:rPr>
                <w:b/>
                <w:sz w:val="22"/>
                <w:szCs w:val="22"/>
              </w:rPr>
              <w:t>1.</w:t>
            </w:r>
          </w:p>
        </w:tc>
        <w:tc>
          <w:tcPr>
            <w:tcW w:w="4212" w:type="dxa"/>
            <w:shd w:val="clear" w:color="auto" w:fill="auto"/>
          </w:tcPr>
          <w:p w:rsidR="000E6958" w:rsidRPr="00430A56" w:rsidRDefault="000E6958" w:rsidP="00AD5DB5">
            <w:pPr>
              <w:rPr>
                <w:sz w:val="22"/>
                <w:szCs w:val="22"/>
              </w:rPr>
            </w:pPr>
          </w:p>
        </w:tc>
        <w:tc>
          <w:tcPr>
            <w:tcW w:w="3644" w:type="dxa"/>
          </w:tcPr>
          <w:p w:rsidR="000E6958" w:rsidRPr="00430A56" w:rsidRDefault="000E6958" w:rsidP="00AD5DB5">
            <w:pPr>
              <w:rPr>
                <w:sz w:val="22"/>
                <w:szCs w:val="22"/>
              </w:rPr>
            </w:pPr>
          </w:p>
        </w:tc>
        <w:tc>
          <w:tcPr>
            <w:tcW w:w="1641" w:type="dxa"/>
          </w:tcPr>
          <w:p w:rsidR="000E6958" w:rsidRPr="00430A56" w:rsidRDefault="000E6958" w:rsidP="00AD5DB5">
            <w:pPr>
              <w:rPr>
                <w:sz w:val="22"/>
                <w:szCs w:val="22"/>
              </w:rPr>
            </w:pPr>
          </w:p>
        </w:tc>
      </w:tr>
      <w:tr w:rsidR="000E6958" w:rsidRPr="00430A56" w:rsidTr="00AD5DB5">
        <w:trPr>
          <w:trHeight w:val="567"/>
          <w:tblCellSpacing w:w="20" w:type="dxa"/>
        </w:trPr>
        <w:tc>
          <w:tcPr>
            <w:tcW w:w="1264" w:type="dxa"/>
            <w:shd w:val="clear" w:color="auto" w:fill="auto"/>
            <w:vAlign w:val="center"/>
          </w:tcPr>
          <w:p w:rsidR="000E6958" w:rsidRPr="00530F6B" w:rsidRDefault="000E6958" w:rsidP="00AD5DB5">
            <w:pPr>
              <w:jc w:val="center"/>
              <w:rPr>
                <w:b/>
                <w:sz w:val="22"/>
                <w:szCs w:val="22"/>
              </w:rPr>
            </w:pPr>
            <w:r w:rsidRPr="00530F6B">
              <w:rPr>
                <w:b/>
                <w:sz w:val="22"/>
                <w:szCs w:val="22"/>
              </w:rPr>
              <w:t>2.</w:t>
            </w:r>
          </w:p>
        </w:tc>
        <w:tc>
          <w:tcPr>
            <w:tcW w:w="4212" w:type="dxa"/>
            <w:shd w:val="clear" w:color="auto" w:fill="auto"/>
          </w:tcPr>
          <w:p w:rsidR="000E6958" w:rsidRPr="00430A56" w:rsidRDefault="000E6958" w:rsidP="00AD5DB5">
            <w:pPr>
              <w:rPr>
                <w:sz w:val="22"/>
                <w:szCs w:val="22"/>
              </w:rPr>
            </w:pPr>
          </w:p>
        </w:tc>
        <w:tc>
          <w:tcPr>
            <w:tcW w:w="3644" w:type="dxa"/>
          </w:tcPr>
          <w:p w:rsidR="000E6958" w:rsidRPr="00430A56" w:rsidRDefault="000E6958" w:rsidP="00AD5DB5">
            <w:pPr>
              <w:rPr>
                <w:sz w:val="22"/>
                <w:szCs w:val="22"/>
              </w:rPr>
            </w:pPr>
          </w:p>
        </w:tc>
        <w:tc>
          <w:tcPr>
            <w:tcW w:w="1641" w:type="dxa"/>
          </w:tcPr>
          <w:p w:rsidR="000E6958" w:rsidRPr="00430A56" w:rsidRDefault="000E6958" w:rsidP="00AD5DB5">
            <w:pPr>
              <w:rPr>
                <w:sz w:val="22"/>
                <w:szCs w:val="22"/>
              </w:rPr>
            </w:pPr>
          </w:p>
        </w:tc>
      </w:tr>
      <w:tr w:rsidR="000E6958" w:rsidRPr="00430A56" w:rsidTr="00AD5DB5">
        <w:trPr>
          <w:trHeight w:val="567"/>
          <w:tblCellSpacing w:w="20" w:type="dxa"/>
        </w:trPr>
        <w:tc>
          <w:tcPr>
            <w:tcW w:w="1264" w:type="dxa"/>
            <w:shd w:val="clear" w:color="auto" w:fill="auto"/>
            <w:vAlign w:val="center"/>
          </w:tcPr>
          <w:p w:rsidR="000E6958" w:rsidRPr="00530F6B" w:rsidRDefault="000E6958" w:rsidP="00AD5DB5">
            <w:pPr>
              <w:jc w:val="center"/>
              <w:rPr>
                <w:b/>
                <w:sz w:val="22"/>
                <w:szCs w:val="22"/>
              </w:rPr>
            </w:pPr>
            <w:r w:rsidRPr="00530F6B">
              <w:rPr>
                <w:b/>
                <w:sz w:val="22"/>
                <w:szCs w:val="22"/>
              </w:rPr>
              <w:t>3.</w:t>
            </w:r>
          </w:p>
        </w:tc>
        <w:tc>
          <w:tcPr>
            <w:tcW w:w="4212" w:type="dxa"/>
            <w:shd w:val="clear" w:color="auto" w:fill="auto"/>
          </w:tcPr>
          <w:p w:rsidR="000E6958" w:rsidRPr="00430A56" w:rsidRDefault="000E6958" w:rsidP="00AD5DB5">
            <w:pPr>
              <w:rPr>
                <w:sz w:val="22"/>
                <w:szCs w:val="22"/>
              </w:rPr>
            </w:pPr>
          </w:p>
        </w:tc>
        <w:tc>
          <w:tcPr>
            <w:tcW w:w="3644" w:type="dxa"/>
          </w:tcPr>
          <w:p w:rsidR="000E6958" w:rsidRPr="00430A56" w:rsidRDefault="000E6958" w:rsidP="00AD5DB5">
            <w:pPr>
              <w:rPr>
                <w:sz w:val="22"/>
                <w:szCs w:val="22"/>
              </w:rPr>
            </w:pPr>
          </w:p>
        </w:tc>
        <w:tc>
          <w:tcPr>
            <w:tcW w:w="1641" w:type="dxa"/>
          </w:tcPr>
          <w:p w:rsidR="000E6958" w:rsidRPr="00430A56" w:rsidRDefault="000E6958" w:rsidP="00AD5DB5">
            <w:pPr>
              <w:rPr>
                <w:sz w:val="22"/>
                <w:szCs w:val="22"/>
              </w:rPr>
            </w:pPr>
          </w:p>
        </w:tc>
      </w:tr>
      <w:tr w:rsidR="000E6958" w:rsidRPr="00430A56" w:rsidTr="00AD5DB5">
        <w:trPr>
          <w:trHeight w:val="567"/>
          <w:tblCellSpacing w:w="20" w:type="dxa"/>
        </w:trPr>
        <w:tc>
          <w:tcPr>
            <w:tcW w:w="1264" w:type="dxa"/>
            <w:shd w:val="clear" w:color="auto" w:fill="auto"/>
            <w:vAlign w:val="center"/>
          </w:tcPr>
          <w:p w:rsidR="000E6958" w:rsidRPr="00530F6B" w:rsidRDefault="000E6958" w:rsidP="00AD5DB5">
            <w:pPr>
              <w:jc w:val="center"/>
              <w:rPr>
                <w:b/>
                <w:sz w:val="22"/>
                <w:szCs w:val="22"/>
              </w:rPr>
            </w:pPr>
            <w:r w:rsidRPr="00530F6B">
              <w:rPr>
                <w:b/>
                <w:sz w:val="22"/>
                <w:szCs w:val="22"/>
              </w:rPr>
              <w:t>4.</w:t>
            </w:r>
          </w:p>
        </w:tc>
        <w:tc>
          <w:tcPr>
            <w:tcW w:w="4212" w:type="dxa"/>
            <w:shd w:val="clear" w:color="auto" w:fill="auto"/>
          </w:tcPr>
          <w:p w:rsidR="000E6958" w:rsidRPr="00430A56" w:rsidRDefault="000E6958" w:rsidP="00AD5DB5">
            <w:pPr>
              <w:rPr>
                <w:sz w:val="22"/>
                <w:szCs w:val="22"/>
              </w:rPr>
            </w:pPr>
          </w:p>
        </w:tc>
        <w:tc>
          <w:tcPr>
            <w:tcW w:w="3644" w:type="dxa"/>
          </w:tcPr>
          <w:p w:rsidR="000E6958" w:rsidRPr="00430A56" w:rsidRDefault="000E6958" w:rsidP="00AD5DB5">
            <w:pPr>
              <w:rPr>
                <w:sz w:val="22"/>
                <w:szCs w:val="22"/>
              </w:rPr>
            </w:pPr>
          </w:p>
        </w:tc>
        <w:tc>
          <w:tcPr>
            <w:tcW w:w="1641" w:type="dxa"/>
          </w:tcPr>
          <w:p w:rsidR="000E6958" w:rsidRPr="00430A56" w:rsidRDefault="000E6958" w:rsidP="00AD5DB5">
            <w:pPr>
              <w:rPr>
                <w:sz w:val="22"/>
                <w:szCs w:val="22"/>
              </w:rPr>
            </w:pPr>
          </w:p>
        </w:tc>
      </w:tr>
      <w:tr w:rsidR="000E6958" w:rsidRPr="00430A56" w:rsidTr="00AD5DB5">
        <w:trPr>
          <w:trHeight w:val="567"/>
          <w:tblCellSpacing w:w="20" w:type="dxa"/>
        </w:trPr>
        <w:tc>
          <w:tcPr>
            <w:tcW w:w="1264" w:type="dxa"/>
            <w:shd w:val="clear" w:color="auto" w:fill="auto"/>
            <w:vAlign w:val="center"/>
          </w:tcPr>
          <w:p w:rsidR="000E6958" w:rsidRPr="00530F6B" w:rsidRDefault="000E6958" w:rsidP="00AD5DB5">
            <w:pPr>
              <w:jc w:val="center"/>
              <w:rPr>
                <w:b/>
                <w:sz w:val="22"/>
                <w:szCs w:val="22"/>
              </w:rPr>
            </w:pPr>
            <w:r w:rsidRPr="00530F6B">
              <w:rPr>
                <w:b/>
                <w:sz w:val="22"/>
                <w:szCs w:val="22"/>
              </w:rPr>
              <w:t>5.</w:t>
            </w:r>
          </w:p>
        </w:tc>
        <w:tc>
          <w:tcPr>
            <w:tcW w:w="4212" w:type="dxa"/>
            <w:shd w:val="clear" w:color="auto" w:fill="auto"/>
          </w:tcPr>
          <w:p w:rsidR="000E6958" w:rsidRPr="00430A56" w:rsidRDefault="000E6958" w:rsidP="00AD5DB5">
            <w:pPr>
              <w:rPr>
                <w:sz w:val="22"/>
                <w:szCs w:val="22"/>
              </w:rPr>
            </w:pPr>
          </w:p>
        </w:tc>
        <w:tc>
          <w:tcPr>
            <w:tcW w:w="3644" w:type="dxa"/>
          </w:tcPr>
          <w:p w:rsidR="000E6958" w:rsidRPr="00430A56" w:rsidRDefault="000E6958" w:rsidP="00AD5DB5">
            <w:pPr>
              <w:rPr>
                <w:sz w:val="22"/>
                <w:szCs w:val="22"/>
              </w:rPr>
            </w:pPr>
          </w:p>
        </w:tc>
        <w:tc>
          <w:tcPr>
            <w:tcW w:w="1641" w:type="dxa"/>
          </w:tcPr>
          <w:p w:rsidR="000E6958" w:rsidRPr="00430A56" w:rsidRDefault="000E6958" w:rsidP="00AD5DB5">
            <w:pPr>
              <w:rPr>
                <w:sz w:val="22"/>
                <w:szCs w:val="22"/>
              </w:rPr>
            </w:pPr>
          </w:p>
        </w:tc>
      </w:tr>
      <w:tr w:rsidR="000E6958" w:rsidRPr="00430A56" w:rsidTr="00AD5DB5">
        <w:trPr>
          <w:trHeight w:val="567"/>
          <w:tblCellSpacing w:w="20" w:type="dxa"/>
        </w:trPr>
        <w:tc>
          <w:tcPr>
            <w:tcW w:w="1264" w:type="dxa"/>
            <w:shd w:val="clear" w:color="auto" w:fill="auto"/>
            <w:vAlign w:val="center"/>
          </w:tcPr>
          <w:p w:rsidR="000E6958" w:rsidRPr="00530F6B" w:rsidRDefault="000E6958" w:rsidP="00AD5DB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6.</w:t>
            </w:r>
          </w:p>
        </w:tc>
        <w:tc>
          <w:tcPr>
            <w:tcW w:w="4212" w:type="dxa"/>
            <w:shd w:val="clear" w:color="auto" w:fill="auto"/>
          </w:tcPr>
          <w:p w:rsidR="000E6958" w:rsidRPr="00430A56" w:rsidRDefault="000E6958" w:rsidP="00AD5DB5">
            <w:pPr>
              <w:rPr>
                <w:sz w:val="22"/>
                <w:szCs w:val="22"/>
              </w:rPr>
            </w:pPr>
          </w:p>
        </w:tc>
        <w:tc>
          <w:tcPr>
            <w:tcW w:w="3644" w:type="dxa"/>
          </w:tcPr>
          <w:p w:rsidR="000E6958" w:rsidRPr="00430A56" w:rsidRDefault="000E6958" w:rsidP="00AD5DB5">
            <w:pPr>
              <w:rPr>
                <w:sz w:val="22"/>
                <w:szCs w:val="22"/>
              </w:rPr>
            </w:pPr>
          </w:p>
        </w:tc>
        <w:tc>
          <w:tcPr>
            <w:tcW w:w="1641" w:type="dxa"/>
          </w:tcPr>
          <w:p w:rsidR="000E6958" w:rsidRPr="00430A56" w:rsidRDefault="000E6958" w:rsidP="00AD5DB5">
            <w:pPr>
              <w:rPr>
                <w:sz w:val="22"/>
                <w:szCs w:val="22"/>
              </w:rPr>
            </w:pPr>
          </w:p>
        </w:tc>
      </w:tr>
      <w:tr w:rsidR="000E6958" w:rsidRPr="00430A56" w:rsidTr="00AD5DB5">
        <w:trPr>
          <w:trHeight w:val="567"/>
          <w:tblCellSpacing w:w="20" w:type="dxa"/>
        </w:trPr>
        <w:tc>
          <w:tcPr>
            <w:tcW w:w="1264" w:type="dxa"/>
            <w:shd w:val="clear" w:color="auto" w:fill="auto"/>
            <w:vAlign w:val="center"/>
          </w:tcPr>
          <w:p w:rsidR="000E6958" w:rsidRPr="00530F6B" w:rsidRDefault="000E6958" w:rsidP="00AD5DB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7.</w:t>
            </w:r>
          </w:p>
        </w:tc>
        <w:tc>
          <w:tcPr>
            <w:tcW w:w="4212" w:type="dxa"/>
            <w:shd w:val="clear" w:color="auto" w:fill="auto"/>
          </w:tcPr>
          <w:p w:rsidR="000E6958" w:rsidRPr="00430A56" w:rsidRDefault="000E6958" w:rsidP="00AD5DB5">
            <w:pPr>
              <w:rPr>
                <w:sz w:val="22"/>
                <w:szCs w:val="22"/>
              </w:rPr>
            </w:pPr>
          </w:p>
        </w:tc>
        <w:tc>
          <w:tcPr>
            <w:tcW w:w="3644" w:type="dxa"/>
          </w:tcPr>
          <w:p w:rsidR="000E6958" w:rsidRPr="00430A56" w:rsidRDefault="000E6958" w:rsidP="00AD5DB5">
            <w:pPr>
              <w:rPr>
                <w:sz w:val="22"/>
                <w:szCs w:val="22"/>
              </w:rPr>
            </w:pPr>
          </w:p>
        </w:tc>
        <w:tc>
          <w:tcPr>
            <w:tcW w:w="1641" w:type="dxa"/>
          </w:tcPr>
          <w:p w:rsidR="000E6958" w:rsidRPr="00430A56" w:rsidRDefault="000E6958" w:rsidP="00AD5DB5">
            <w:pPr>
              <w:rPr>
                <w:sz w:val="22"/>
                <w:szCs w:val="22"/>
              </w:rPr>
            </w:pPr>
          </w:p>
        </w:tc>
      </w:tr>
      <w:tr w:rsidR="000E6958" w:rsidRPr="00430A56" w:rsidTr="00AD5DB5">
        <w:trPr>
          <w:trHeight w:val="567"/>
          <w:tblCellSpacing w:w="20" w:type="dxa"/>
        </w:trPr>
        <w:tc>
          <w:tcPr>
            <w:tcW w:w="1264" w:type="dxa"/>
            <w:shd w:val="clear" w:color="auto" w:fill="auto"/>
            <w:vAlign w:val="center"/>
          </w:tcPr>
          <w:p w:rsidR="000E6958" w:rsidRPr="00530F6B" w:rsidRDefault="000E6958" w:rsidP="00AD5DB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8.</w:t>
            </w:r>
          </w:p>
        </w:tc>
        <w:tc>
          <w:tcPr>
            <w:tcW w:w="4212" w:type="dxa"/>
            <w:shd w:val="clear" w:color="auto" w:fill="auto"/>
          </w:tcPr>
          <w:p w:rsidR="000E6958" w:rsidRPr="00430A56" w:rsidRDefault="000E6958" w:rsidP="00AD5DB5">
            <w:pPr>
              <w:rPr>
                <w:sz w:val="22"/>
                <w:szCs w:val="22"/>
              </w:rPr>
            </w:pPr>
          </w:p>
        </w:tc>
        <w:tc>
          <w:tcPr>
            <w:tcW w:w="3644" w:type="dxa"/>
          </w:tcPr>
          <w:p w:rsidR="000E6958" w:rsidRPr="00430A56" w:rsidRDefault="000E6958" w:rsidP="00AD5DB5">
            <w:pPr>
              <w:rPr>
                <w:sz w:val="22"/>
                <w:szCs w:val="22"/>
              </w:rPr>
            </w:pPr>
          </w:p>
        </w:tc>
        <w:tc>
          <w:tcPr>
            <w:tcW w:w="1641" w:type="dxa"/>
          </w:tcPr>
          <w:p w:rsidR="000E6958" w:rsidRPr="00430A56" w:rsidRDefault="000E6958" w:rsidP="00AD5DB5">
            <w:pPr>
              <w:rPr>
                <w:sz w:val="22"/>
                <w:szCs w:val="22"/>
              </w:rPr>
            </w:pPr>
          </w:p>
        </w:tc>
      </w:tr>
    </w:tbl>
    <w:p w:rsidR="000E6958" w:rsidRDefault="000E6958" w:rsidP="000E6958">
      <w:pPr>
        <w:rPr>
          <w:b/>
          <w:sz w:val="24"/>
          <w:szCs w:val="20"/>
        </w:rPr>
      </w:pPr>
    </w:p>
    <w:p w:rsidR="002F668B" w:rsidRDefault="002F668B" w:rsidP="006C46F1"/>
    <w:p w:rsidR="002F668B" w:rsidRDefault="002F668B" w:rsidP="006C46F1"/>
    <w:p w:rsidR="000E6958" w:rsidRDefault="000E6958" w:rsidP="006C46F1"/>
    <w:p w:rsidR="002F668B" w:rsidRDefault="002F668B" w:rsidP="002F668B">
      <w:pPr>
        <w:pStyle w:val="Textdopisu"/>
        <w:rPr>
          <w:sz w:val="18"/>
          <w:szCs w:val="18"/>
        </w:rPr>
      </w:pPr>
    </w:p>
    <w:p w:rsidR="002F668B" w:rsidRDefault="002F668B" w:rsidP="002F668B">
      <w:r>
        <w:t>V ……………………………… dne…………………………………                                                                   …………………………………………………………………</w:t>
      </w:r>
    </w:p>
    <w:p w:rsidR="002F668B" w:rsidRDefault="002F668B" w:rsidP="006C46F1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razítko + podpis statutárního zástupce </w:t>
      </w:r>
      <w:r w:rsidR="008A58A2">
        <w:t>účastníka</w:t>
      </w:r>
    </w:p>
    <w:p w:rsidR="00C62597" w:rsidRDefault="00C62597" w:rsidP="006C46F1"/>
    <w:p w:rsidR="00C62597" w:rsidRDefault="00C62597" w:rsidP="006C46F1"/>
    <w:p w:rsidR="00C62597" w:rsidRDefault="00C62597" w:rsidP="006C46F1"/>
    <w:p w:rsidR="00C62597" w:rsidRDefault="00C62597" w:rsidP="006C46F1"/>
    <w:p w:rsidR="00C62597" w:rsidRPr="000F5722" w:rsidRDefault="00C62597" w:rsidP="00C62597">
      <w:pPr>
        <w:rPr>
          <w:b/>
          <w:sz w:val="24"/>
        </w:rPr>
      </w:pPr>
      <w:r w:rsidRPr="000F5722">
        <w:rPr>
          <w:b/>
          <w:sz w:val="24"/>
        </w:rPr>
        <w:t>Seznam zakázek obdobného charakteru</w:t>
      </w:r>
      <w:r>
        <w:rPr>
          <w:b/>
          <w:sz w:val="24"/>
        </w:rPr>
        <w:t>:</w:t>
      </w:r>
    </w:p>
    <w:p w:rsidR="00C62597" w:rsidRDefault="00C62597" w:rsidP="00C62597"/>
    <w:tbl>
      <w:tblPr>
        <w:tblW w:w="14313" w:type="dxa"/>
        <w:jc w:val="center"/>
        <w:tblCellSpacing w:w="20" w:type="dxa"/>
        <w:tblBorders>
          <w:top w:val="inset" w:sz="6" w:space="0" w:color="auto"/>
          <w:left w:val="inset" w:sz="6" w:space="0" w:color="auto"/>
          <w:bottom w:val="inset" w:sz="6" w:space="0" w:color="auto"/>
          <w:right w:val="inset" w:sz="6" w:space="0" w:color="auto"/>
          <w:insideH w:val="inset" w:sz="6" w:space="0" w:color="auto"/>
          <w:insideV w:val="inset" w:sz="6" w:space="0" w:color="auto"/>
        </w:tblBorders>
        <w:tblLook w:val="01E0" w:firstRow="1" w:lastRow="1" w:firstColumn="1" w:lastColumn="1" w:noHBand="0" w:noVBand="0"/>
      </w:tblPr>
      <w:tblGrid>
        <w:gridCol w:w="1324"/>
        <w:gridCol w:w="4252"/>
        <w:gridCol w:w="3684"/>
        <w:gridCol w:w="1701"/>
        <w:gridCol w:w="1561"/>
        <w:gridCol w:w="1791"/>
      </w:tblGrid>
      <w:tr w:rsidR="00C62597" w:rsidRPr="00530F6B" w:rsidTr="008A58A2">
        <w:trPr>
          <w:tblCellSpacing w:w="20" w:type="dxa"/>
          <w:jc w:val="center"/>
        </w:trPr>
        <w:tc>
          <w:tcPr>
            <w:tcW w:w="1264" w:type="dxa"/>
            <w:shd w:val="clear" w:color="auto" w:fill="E5B8B7" w:themeFill="accent2" w:themeFillTint="66"/>
          </w:tcPr>
          <w:p w:rsidR="00C62597" w:rsidRDefault="00C62597" w:rsidP="00171418">
            <w:pPr>
              <w:rPr>
                <w:b/>
                <w:szCs w:val="20"/>
              </w:rPr>
            </w:pPr>
          </w:p>
          <w:p w:rsidR="00C62597" w:rsidRPr="00530F6B" w:rsidRDefault="00C62597" w:rsidP="00171418">
            <w:pPr>
              <w:rPr>
                <w:b/>
                <w:szCs w:val="20"/>
              </w:rPr>
            </w:pPr>
            <w:r w:rsidRPr="00530F6B">
              <w:rPr>
                <w:b/>
                <w:szCs w:val="20"/>
              </w:rPr>
              <w:t>Pořadové</w:t>
            </w:r>
          </w:p>
          <w:p w:rsidR="00C62597" w:rsidRDefault="00C62597" w:rsidP="00171418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č</w:t>
            </w:r>
            <w:r w:rsidRPr="00530F6B">
              <w:rPr>
                <w:b/>
                <w:szCs w:val="20"/>
              </w:rPr>
              <w:t>íslo</w:t>
            </w:r>
          </w:p>
          <w:p w:rsidR="00C62597" w:rsidRPr="00530F6B" w:rsidRDefault="00C62597" w:rsidP="00171418">
            <w:pPr>
              <w:rPr>
                <w:b/>
                <w:szCs w:val="20"/>
              </w:rPr>
            </w:pPr>
          </w:p>
        </w:tc>
        <w:tc>
          <w:tcPr>
            <w:tcW w:w="4212" w:type="dxa"/>
            <w:shd w:val="clear" w:color="auto" w:fill="E5B8B7" w:themeFill="accent2" w:themeFillTint="66"/>
          </w:tcPr>
          <w:p w:rsidR="00C62597" w:rsidRDefault="00C62597" w:rsidP="00171418">
            <w:pPr>
              <w:rPr>
                <w:b/>
                <w:szCs w:val="20"/>
              </w:rPr>
            </w:pPr>
          </w:p>
          <w:p w:rsidR="00C62597" w:rsidRPr="00530F6B" w:rsidRDefault="00C62597" w:rsidP="00171418">
            <w:pPr>
              <w:rPr>
                <w:b/>
                <w:szCs w:val="20"/>
              </w:rPr>
            </w:pPr>
            <w:r w:rsidRPr="00530F6B">
              <w:rPr>
                <w:b/>
                <w:szCs w:val="20"/>
              </w:rPr>
              <w:t>Název objednatele, sídlo, IĆ</w:t>
            </w:r>
          </w:p>
        </w:tc>
        <w:tc>
          <w:tcPr>
            <w:tcW w:w="3644" w:type="dxa"/>
            <w:shd w:val="clear" w:color="auto" w:fill="E5B8B7" w:themeFill="accent2" w:themeFillTint="66"/>
          </w:tcPr>
          <w:p w:rsidR="00C62597" w:rsidRDefault="00C62597" w:rsidP="00171418">
            <w:pPr>
              <w:rPr>
                <w:b/>
                <w:szCs w:val="20"/>
              </w:rPr>
            </w:pPr>
          </w:p>
          <w:p w:rsidR="00C62597" w:rsidRPr="00530F6B" w:rsidRDefault="00C62597" w:rsidP="00171418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Název</w:t>
            </w:r>
            <w:r w:rsidRPr="00530F6B">
              <w:rPr>
                <w:b/>
                <w:szCs w:val="20"/>
              </w:rPr>
              <w:t xml:space="preserve"> realizované zakázky</w:t>
            </w:r>
          </w:p>
        </w:tc>
        <w:tc>
          <w:tcPr>
            <w:tcW w:w="1661" w:type="dxa"/>
            <w:shd w:val="clear" w:color="auto" w:fill="E5B8B7" w:themeFill="accent2" w:themeFillTint="66"/>
          </w:tcPr>
          <w:p w:rsidR="00C62597" w:rsidRDefault="00C62597" w:rsidP="00171418">
            <w:pPr>
              <w:rPr>
                <w:b/>
                <w:szCs w:val="20"/>
              </w:rPr>
            </w:pPr>
          </w:p>
          <w:p w:rsidR="00C62597" w:rsidRPr="00530F6B" w:rsidRDefault="00C62597" w:rsidP="00171418">
            <w:pPr>
              <w:rPr>
                <w:b/>
                <w:szCs w:val="20"/>
              </w:rPr>
            </w:pPr>
            <w:r w:rsidRPr="00530F6B">
              <w:rPr>
                <w:b/>
                <w:szCs w:val="20"/>
              </w:rPr>
              <w:t xml:space="preserve">Termín </w:t>
            </w:r>
          </w:p>
          <w:p w:rsidR="00C62597" w:rsidRPr="00530F6B" w:rsidRDefault="00C62597" w:rsidP="00171418">
            <w:pPr>
              <w:rPr>
                <w:b/>
                <w:szCs w:val="20"/>
              </w:rPr>
            </w:pPr>
            <w:r w:rsidRPr="00530F6B">
              <w:rPr>
                <w:b/>
                <w:szCs w:val="20"/>
              </w:rPr>
              <w:t>realizace</w:t>
            </w:r>
          </w:p>
        </w:tc>
        <w:tc>
          <w:tcPr>
            <w:tcW w:w="1521" w:type="dxa"/>
            <w:shd w:val="clear" w:color="auto" w:fill="E5B8B7" w:themeFill="accent2" w:themeFillTint="66"/>
          </w:tcPr>
          <w:p w:rsidR="00C62597" w:rsidRPr="00530F6B" w:rsidRDefault="00C62597" w:rsidP="00171418">
            <w:pPr>
              <w:rPr>
                <w:b/>
                <w:szCs w:val="20"/>
              </w:rPr>
            </w:pPr>
            <w:r w:rsidRPr="00530F6B">
              <w:rPr>
                <w:b/>
                <w:szCs w:val="20"/>
              </w:rPr>
              <w:t>Hodnota realizované zakázky bez DPH</w:t>
            </w:r>
          </w:p>
        </w:tc>
        <w:tc>
          <w:tcPr>
            <w:tcW w:w="1731" w:type="dxa"/>
            <w:shd w:val="clear" w:color="auto" w:fill="E5B8B7" w:themeFill="accent2" w:themeFillTint="66"/>
          </w:tcPr>
          <w:p w:rsidR="00C62597" w:rsidRDefault="00C62597" w:rsidP="00171418">
            <w:pPr>
              <w:rPr>
                <w:b/>
                <w:szCs w:val="20"/>
              </w:rPr>
            </w:pPr>
          </w:p>
          <w:p w:rsidR="00C62597" w:rsidRPr="00530F6B" w:rsidRDefault="00C62597" w:rsidP="00171418">
            <w:pPr>
              <w:rPr>
                <w:b/>
                <w:szCs w:val="20"/>
              </w:rPr>
            </w:pPr>
            <w:r w:rsidRPr="00530F6B">
              <w:rPr>
                <w:b/>
                <w:szCs w:val="20"/>
              </w:rPr>
              <w:t>Kontaktní osoba/telefon</w:t>
            </w:r>
          </w:p>
        </w:tc>
      </w:tr>
      <w:tr w:rsidR="00C62597" w:rsidRPr="00430A56" w:rsidTr="00171418">
        <w:trPr>
          <w:trHeight w:val="567"/>
          <w:tblCellSpacing w:w="20" w:type="dxa"/>
          <w:jc w:val="center"/>
        </w:trPr>
        <w:tc>
          <w:tcPr>
            <w:tcW w:w="1264" w:type="dxa"/>
            <w:shd w:val="clear" w:color="auto" w:fill="auto"/>
            <w:vAlign w:val="center"/>
          </w:tcPr>
          <w:p w:rsidR="00C62597" w:rsidRPr="00530F6B" w:rsidRDefault="00C62597" w:rsidP="00171418">
            <w:pPr>
              <w:jc w:val="center"/>
              <w:rPr>
                <w:b/>
                <w:sz w:val="22"/>
                <w:szCs w:val="22"/>
              </w:rPr>
            </w:pPr>
            <w:r w:rsidRPr="00530F6B">
              <w:rPr>
                <w:b/>
                <w:sz w:val="22"/>
                <w:szCs w:val="22"/>
              </w:rPr>
              <w:t>1.</w:t>
            </w:r>
          </w:p>
        </w:tc>
        <w:tc>
          <w:tcPr>
            <w:tcW w:w="4212" w:type="dxa"/>
            <w:shd w:val="clear" w:color="auto" w:fill="auto"/>
          </w:tcPr>
          <w:p w:rsidR="00C62597" w:rsidRPr="00430A56" w:rsidRDefault="00C62597" w:rsidP="00171418">
            <w:pPr>
              <w:rPr>
                <w:sz w:val="22"/>
                <w:szCs w:val="22"/>
              </w:rPr>
            </w:pPr>
          </w:p>
        </w:tc>
        <w:tc>
          <w:tcPr>
            <w:tcW w:w="3644" w:type="dxa"/>
          </w:tcPr>
          <w:p w:rsidR="00C62597" w:rsidRPr="00430A56" w:rsidRDefault="00C62597" w:rsidP="00171418">
            <w:pPr>
              <w:rPr>
                <w:sz w:val="22"/>
                <w:szCs w:val="22"/>
              </w:rPr>
            </w:pPr>
          </w:p>
        </w:tc>
        <w:tc>
          <w:tcPr>
            <w:tcW w:w="1661" w:type="dxa"/>
          </w:tcPr>
          <w:p w:rsidR="00C62597" w:rsidRPr="00430A56" w:rsidRDefault="00C62597" w:rsidP="00171418">
            <w:pPr>
              <w:rPr>
                <w:sz w:val="22"/>
                <w:szCs w:val="22"/>
              </w:rPr>
            </w:pPr>
          </w:p>
        </w:tc>
        <w:tc>
          <w:tcPr>
            <w:tcW w:w="1521" w:type="dxa"/>
          </w:tcPr>
          <w:p w:rsidR="00C62597" w:rsidRPr="00430A56" w:rsidRDefault="00C62597" w:rsidP="00171418">
            <w:pPr>
              <w:rPr>
                <w:sz w:val="22"/>
                <w:szCs w:val="22"/>
              </w:rPr>
            </w:pPr>
          </w:p>
        </w:tc>
        <w:tc>
          <w:tcPr>
            <w:tcW w:w="1731" w:type="dxa"/>
          </w:tcPr>
          <w:p w:rsidR="00C62597" w:rsidRPr="00430A56" w:rsidRDefault="00C62597" w:rsidP="00171418">
            <w:pPr>
              <w:rPr>
                <w:sz w:val="22"/>
                <w:szCs w:val="22"/>
              </w:rPr>
            </w:pPr>
          </w:p>
        </w:tc>
      </w:tr>
      <w:tr w:rsidR="00C62597" w:rsidRPr="00430A56" w:rsidTr="00171418">
        <w:trPr>
          <w:trHeight w:val="567"/>
          <w:tblCellSpacing w:w="20" w:type="dxa"/>
          <w:jc w:val="center"/>
        </w:trPr>
        <w:tc>
          <w:tcPr>
            <w:tcW w:w="1264" w:type="dxa"/>
            <w:shd w:val="clear" w:color="auto" w:fill="auto"/>
            <w:vAlign w:val="center"/>
          </w:tcPr>
          <w:p w:rsidR="00C62597" w:rsidRPr="00530F6B" w:rsidRDefault="00C62597" w:rsidP="00171418">
            <w:pPr>
              <w:jc w:val="center"/>
              <w:rPr>
                <w:b/>
                <w:sz w:val="22"/>
                <w:szCs w:val="22"/>
              </w:rPr>
            </w:pPr>
            <w:r w:rsidRPr="00530F6B">
              <w:rPr>
                <w:b/>
                <w:sz w:val="22"/>
                <w:szCs w:val="22"/>
              </w:rPr>
              <w:t>2.</w:t>
            </w:r>
          </w:p>
        </w:tc>
        <w:tc>
          <w:tcPr>
            <w:tcW w:w="4212" w:type="dxa"/>
            <w:shd w:val="clear" w:color="auto" w:fill="auto"/>
          </w:tcPr>
          <w:p w:rsidR="00C62597" w:rsidRPr="00430A56" w:rsidRDefault="00C62597" w:rsidP="00171418">
            <w:pPr>
              <w:rPr>
                <w:sz w:val="22"/>
                <w:szCs w:val="22"/>
              </w:rPr>
            </w:pPr>
          </w:p>
        </w:tc>
        <w:tc>
          <w:tcPr>
            <w:tcW w:w="3644" w:type="dxa"/>
          </w:tcPr>
          <w:p w:rsidR="00C62597" w:rsidRPr="00430A56" w:rsidRDefault="00C62597" w:rsidP="00171418">
            <w:pPr>
              <w:rPr>
                <w:sz w:val="22"/>
                <w:szCs w:val="22"/>
              </w:rPr>
            </w:pPr>
          </w:p>
        </w:tc>
        <w:tc>
          <w:tcPr>
            <w:tcW w:w="1661" w:type="dxa"/>
          </w:tcPr>
          <w:p w:rsidR="00C62597" w:rsidRPr="00430A56" w:rsidRDefault="00C62597" w:rsidP="00171418">
            <w:pPr>
              <w:rPr>
                <w:sz w:val="22"/>
                <w:szCs w:val="22"/>
              </w:rPr>
            </w:pPr>
          </w:p>
        </w:tc>
        <w:tc>
          <w:tcPr>
            <w:tcW w:w="1521" w:type="dxa"/>
          </w:tcPr>
          <w:p w:rsidR="00C62597" w:rsidRPr="00430A56" w:rsidRDefault="00C62597" w:rsidP="00171418">
            <w:pPr>
              <w:rPr>
                <w:sz w:val="22"/>
                <w:szCs w:val="22"/>
              </w:rPr>
            </w:pPr>
          </w:p>
        </w:tc>
        <w:tc>
          <w:tcPr>
            <w:tcW w:w="1731" w:type="dxa"/>
          </w:tcPr>
          <w:p w:rsidR="00C62597" w:rsidRPr="00430A56" w:rsidRDefault="00C62597" w:rsidP="00171418">
            <w:pPr>
              <w:rPr>
                <w:sz w:val="22"/>
                <w:szCs w:val="22"/>
              </w:rPr>
            </w:pPr>
          </w:p>
        </w:tc>
      </w:tr>
      <w:tr w:rsidR="00C62597" w:rsidRPr="00430A56" w:rsidTr="00171418">
        <w:trPr>
          <w:trHeight w:val="567"/>
          <w:tblCellSpacing w:w="20" w:type="dxa"/>
          <w:jc w:val="center"/>
        </w:trPr>
        <w:tc>
          <w:tcPr>
            <w:tcW w:w="1264" w:type="dxa"/>
            <w:shd w:val="clear" w:color="auto" w:fill="auto"/>
            <w:vAlign w:val="center"/>
          </w:tcPr>
          <w:p w:rsidR="00C62597" w:rsidRPr="00530F6B" w:rsidRDefault="00C62597" w:rsidP="00171418">
            <w:pPr>
              <w:jc w:val="center"/>
              <w:rPr>
                <w:b/>
                <w:sz w:val="22"/>
                <w:szCs w:val="22"/>
              </w:rPr>
            </w:pPr>
            <w:r w:rsidRPr="00530F6B">
              <w:rPr>
                <w:b/>
                <w:sz w:val="22"/>
                <w:szCs w:val="22"/>
              </w:rPr>
              <w:t>3.</w:t>
            </w:r>
          </w:p>
        </w:tc>
        <w:tc>
          <w:tcPr>
            <w:tcW w:w="4212" w:type="dxa"/>
            <w:shd w:val="clear" w:color="auto" w:fill="auto"/>
          </w:tcPr>
          <w:p w:rsidR="00C62597" w:rsidRPr="00430A56" w:rsidRDefault="00C62597" w:rsidP="00171418">
            <w:pPr>
              <w:rPr>
                <w:sz w:val="22"/>
                <w:szCs w:val="22"/>
              </w:rPr>
            </w:pPr>
          </w:p>
        </w:tc>
        <w:tc>
          <w:tcPr>
            <w:tcW w:w="3644" w:type="dxa"/>
          </w:tcPr>
          <w:p w:rsidR="00C62597" w:rsidRPr="00430A56" w:rsidRDefault="00C62597" w:rsidP="00171418">
            <w:pPr>
              <w:rPr>
                <w:sz w:val="22"/>
                <w:szCs w:val="22"/>
              </w:rPr>
            </w:pPr>
          </w:p>
        </w:tc>
        <w:tc>
          <w:tcPr>
            <w:tcW w:w="1661" w:type="dxa"/>
          </w:tcPr>
          <w:p w:rsidR="00C62597" w:rsidRPr="00430A56" w:rsidRDefault="00C62597" w:rsidP="00171418">
            <w:pPr>
              <w:rPr>
                <w:sz w:val="22"/>
                <w:szCs w:val="22"/>
              </w:rPr>
            </w:pPr>
          </w:p>
        </w:tc>
        <w:tc>
          <w:tcPr>
            <w:tcW w:w="1521" w:type="dxa"/>
          </w:tcPr>
          <w:p w:rsidR="00C62597" w:rsidRPr="00430A56" w:rsidRDefault="00C62597" w:rsidP="00171418">
            <w:pPr>
              <w:rPr>
                <w:sz w:val="22"/>
                <w:szCs w:val="22"/>
              </w:rPr>
            </w:pPr>
          </w:p>
        </w:tc>
        <w:tc>
          <w:tcPr>
            <w:tcW w:w="1731" w:type="dxa"/>
          </w:tcPr>
          <w:p w:rsidR="00C62597" w:rsidRPr="00430A56" w:rsidRDefault="00C62597" w:rsidP="00171418">
            <w:pPr>
              <w:rPr>
                <w:sz w:val="22"/>
                <w:szCs w:val="22"/>
              </w:rPr>
            </w:pPr>
          </w:p>
        </w:tc>
      </w:tr>
      <w:tr w:rsidR="00C62597" w:rsidRPr="00430A56" w:rsidTr="00171418">
        <w:trPr>
          <w:trHeight w:val="567"/>
          <w:tblCellSpacing w:w="20" w:type="dxa"/>
          <w:jc w:val="center"/>
        </w:trPr>
        <w:tc>
          <w:tcPr>
            <w:tcW w:w="1264" w:type="dxa"/>
            <w:shd w:val="clear" w:color="auto" w:fill="auto"/>
            <w:vAlign w:val="center"/>
          </w:tcPr>
          <w:p w:rsidR="00C62597" w:rsidRPr="00530F6B" w:rsidRDefault="00C62597" w:rsidP="00171418">
            <w:pPr>
              <w:jc w:val="center"/>
              <w:rPr>
                <w:b/>
                <w:sz w:val="22"/>
                <w:szCs w:val="22"/>
              </w:rPr>
            </w:pPr>
            <w:r w:rsidRPr="00530F6B">
              <w:rPr>
                <w:b/>
                <w:sz w:val="22"/>
                <w:szCs w:val="22"/>
              </w:rPr>
              <w:t>4.</w:t>
            </w:r>
          </w:p>
        </w:tc>
        <w:tc>
          <w:tcPr>
            <w:tcW w:w="4212" w:type="dxa"/>
            <w:shd w:val="clear" w:color="auto" w:fill="auto"/>
          </w:tcPr>
          <w:p w:rsidR="00C62597" w:rsidRPr="00430A56" w:rsidRDefault="00C62597" w:rsidP="00171418">
            <w:pPr>
              <w:rPr>
                <w:sz w:val="22"/>
                <w:szCs w:val="22"/>
              </w:rPr>
            </w:pPr>
          </w:p>
        </w:tc>
        <w:tc>
          <w:tcPr>
            <w:tcW w:w="3644" w:type="dxa"/>
          </w:tcPr>
          <w:p w:rsidR="00C62597" w:rsidRPr="00430A56" w:rsidRDefault="00C62597" w:rsidP="00171418">
            <w:pPr>
              <w:rPr>
                <w:sz w:val="22"/>
                <w:szCs w:val="22"/>
              </w:rPr>
            </w:pPr>
          </w:p>
        </w:tc>
        <w:tc>
          <w:tcPr>
            <w:tcW w:w="1661" w:type="dxa"/>
          </w:tcPr>
          <w:p w:rsidR="00C62597" w:rsidRPr="00430A56" w:rsidRDefault="00C62597" w:rsidP="00171418">
            <w:pPr>
              <w:rPr>
                <w:sz w:val="22"/>
                <w:szCs w:val="22"/>
              </w:rPr>
            </w:pPr>
          </w:p>
        </w:tc>
        <w:tc>
          <w:tcPr>
            <w:tcW w:w="1521" w:type="dxa"/>
          </w:tcPr>
          <w:p w:rsidR="00C62597" w:rsidRPr="00430A56" w:rsidRDefault="00C62597" w:rsidP="00171418">
            <w:pPr>
              <w:rPr>
                <w:sz w:val="22"/>
                <w:szCs w:val="22"/>
              </w:rPr>
            </w:pPr>
          </w:p>
        </w:tc>
        <w:tc>
          <w:tcPr>
            <w:tcW w:w="1731" w:type="dxa"/>
          </w:tcPr>
          <w:p w:rsidR="00C62597" w:rsidRPr="00430A56" w:rsidRDefault="00C62597" w:rsidP="00171418">
            <w:pPr>
              <w:rPr>
                <w:sz w:val="22"/>
                <w:szCs w:val="22"/>
              </w:rPr>
            </w:pPr>
          </w:p>
        </w:tc>
      </w:tr>
      <w:tr w:rsidR="00C62597" w:rsidRPr="00430A56" w:rsidTr="00171418">
        <w:trPr>
          <w:trHeight w:val="567"/>
          <w:tblCellSpacing w:w="20" w:type="dxa"/>
          <w:jc w:val="center"/>
        </w:trPr>
        <w:tc>
          <w:tcPr>
            <w:tcW w:w="1264" w:type="dxa"/>
            <w:shd w:val="clear" w:color="auto" w:fill="auto"/>
            <w:vAlign w:val="center"/>
          </w:tcPr>
          <w:p w:rsidR="00C62597" w:rsidRPr="00530F6B" w:rsidRDefault="00C62597" w:rsidP="00171418">
            <w:pPr>
              <w:jc w:val="center"/>
              <w:rPr>
                <w:b/>
                <w:sz w:val="22"/>
                <w:szCs w:val="22"/>
              </w:rPr>
            </w:pPr>
            <w:r w:rsidRPr="00530F6B">
              <w:rPr>
                <w:b/>
                <w:sz w:val="22"/>
                <w:szCs w:val="22"/>
              </w:rPr>
              <w:t>5.</w:t>
            </w:r>
          </w:p>
        </w:tc>
        <w:tc>
          <w:tcPr>
            <w:tcW w:w="4212" w:type="dxa"/>
            <w:shd w:val="clear" w:color="auto" w:fill="auto"/>
          </w:tcPr>
          <w:p w:rsidR="00C62597" w:rsidRPr="00430A56" w:rsidRDefault="00C62597" w:rsidP="00171418">
            <w:pPr>
              <w:rPr>
                <w:sz w:val="22"/>
                <w:szCs w:val="22"/>
              </w:rPr>
            </w:pPr>
          </w:p>
        </w:tc>
        <w:tc>
          <w:tcPr>
            <w:tcW w:w="3644" w:type="dxa"/>
          </w:tcPr>
          <w:p w:rsidR="00C62597" w:rsidRPr="00430A56" w:rsidRDefault="00C62597" w:rsidP="00171418">
            <w:pPr>
              <w:rPr>
                <w:sz w:val="22"/>
                <w:szCs w:val="22"/>
              </w:rPr>
            </w:pPr>
          </w:p>
        </w:tc>
        <w:tc>
          <w:tcPr>
            <w:tcW w:w="1661" w:type="dxa"/>
          </w:tcPr>
          <w:p w:rsidR="00C62597" w:rsidRPr="00430A56" w:rsidRDefault="00C62597" w:rsidP="00171418">
            <w:pPr>
              <w:rPr>
                <w:sz w:val="22"/>
                <w:szCs w:val="22"/>
              </w:rPr>
            </w:pPr>
          </w:p>
        </w:tc>
        <w:tc>
          <w:tcPr>
            <w:tcW w:w="1521" w:type="dxa"/>
          </w:tcPr>
          <w:p w:rsidR="00C62597" w:rsidRPr="00430A56" w:rsidRDefault="00C62597" w:rsidP="00171418">
            <w:pPr>
              <w:rPr>
                <w:sz w:val="22"/>
                <w:szCs w:val="22"/>
              </w:rPr>
            </w:pPr>
          </w:p>
        </w:tc>
        <w:tc>
          <w:tcPr>
            <w:tcW w:w="1731" w:type="dxa"/>
          </w:tcPr>
          <w:p w:rsidR="00C62597" w:rsidRPr="00430A56" w:rsidRDefault="00C62597" w:rsidP="00171418">
            <w:pPr>
              <w:rPr>
                <w:sz w:val="22"/>
                <w:szCs w:val="22"/>
              </w:rPr>
            </w:pPr>
          </w:p>
        </w:tc>
      </w:tr>
    </w:tbl>
    <w:p w:rsidR="00C62597" w:rsidRDefault="00C62597" w:rsidP="00C62597"/>
    <w:p w:rsidR="00C62597" w:rsidRDefault="00C62597" w:rsidP="00C62597"/>
    <w:p w:rsidR="00C62597" w:rsidRDefault="00C62597" w:rsidP="00C62597">
      <w:pPr>
        <w:jc w:val="both"/>
      </w:pPr>
      <w:r>
        <w:t>Prohlašuji, že všechny údaje uvedené v tomto čestném prohlášení jsou pravdivé, uvedené zakázky byly provedeny řádně a včas v souladu se smlouvou a požadavky zadavatelů.</w:t>
      </w:r>
    </w:p>
    <w:p w:rsidR="00C62597" w:rsidRDefault="00C62597" w:rsidP="00C62597">
      <w:pPr>
        <w:jc w:val="both"/>
      </w:pPr>
    </w:p>
    <w:p w:rsidR="00C62597" w:rsidRDefault="00C62597" w:rsidP="00C62597">
      <w:pPr>
        <w:jc w:val="both"/>
        <w:rPr>
          <w:b/>
        </w:rPr>
      </w:pPr>
      <w:r w:rsidRPr="00DC1B90">
        <w:rPr>
          <w:b/>
        </w:rPr>
        <w:t xml:space="preserve">Zároveň souhlasím, že zadavatel této veřejné zakázky si může </w:t>
      </w:r>
      <w:r>
        <w:rPr>
          <w:b/>
        </w:rPr>
        <w:t xml:space="preserve">uvedené </w:t>
      </w:r>
      <w:r w:rsidRPr="00DC1B90">
        <w:rPr>
          <w:b/>
        </w:rPr>
        <w:t>reference ověřit u objednatelů, resp. dotázat se na údaje zde neuvedené.</w:t>
      </w:r>
    </w:p>
    <w:p w:rsidR="00C62597" w:rsidRDefault="00C62597" w:rsidP="00C62597">
      <w:pPr>
        <w:rPr>
          <w:b/>
        </w:rPr>
      </w:pPr>
    </w:p>
    <w:p w:rsidR="00C62597" w:rsidRDefault="00C62597" w:rsidP="00C62597">
      <w:pPr>
        <w:rPr>
          <w:b/>
        </w:rPr>
      </w:pPr>
    </w:p>
    <w:p w:rsidR="00C62597" w:rsidRDefault="00C62597" w:rsidP="00C62597">
      <w:pPr>
        <w:rPr>
          <w:b/>
        </w:rPr>
      </w:pPr>
    </w:p>
    <w:p w:rsidR="00C62597" w:rsidRDefault="00C62597" w:rsidP="00C62597">
      <w:pPr>
        <w:rPr>
          <w:b/>
        </w:rPr>
      </w:pPr>
    </w:p>
    <w:p w:rsidR="00C62597" w:rsidRDefault="00C62597" w:rsidP="00C62597">
      <w:r>
        <w:t>V ……………………………… dne…………………………………                                                                   …………………………………………………………………</w:t>
      </w:r>
    </w:p>
    <w:p w:rsidR="00C62597" w:rsidRPr="00DC1B90" w:rsidRDefault="00C62597" w:rsidP="00C62597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razítko + podpis statutárního zástupce účastníka</w:t>
      </w:r>
    </w:p>
    <w:p w:rsidR="00C62597" w:rsidRPr="00DC1B90" w:rsidRDefault="00C62597" w:rsidP="006C46F1"/>
    <w:sectPr w:rsidR="00C62597" w:rsidRPr="00DC1B90" w:rsidSect="006C46F1">
      <w:footerReference w:type="default" r:id="rId7"/>
      <w:headerReference w:type="first" r:id="rId8"/>
      <w:footerReference w:type="first" r:id="rId9"/>
      <w:pgSz w:w="16838" w:h="11906" w:orient="landscape" w:code="9"/>
      <w:pgMar w:top="1021" w:right="1079" w:bottom="1418" w:left="125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D2870" w:rsidRDefault="009D2870">
      <w:r>
        <w:separator/>
      </w:r>
    </w:p>
  </w:endnote>
  <w:endnote w:type="continuationSeparator" w:id="0">
    <w:p w:rsidR="009D2870" w:rsidRDefault="009D28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4D48" w:rsidRDefault="00484D48" w:rsidP="00C858DD">
    <w:pPr>
      <w:pStyle w:val="Zpat"/>
      <w:rPr>
        <w:b/>
        <w:color w:val="00B050"/>
        <w:sz w:val="14"/>
        <w:szCs w:val="14"/>
      </w:rPr>
    </w:pPr>
  </w:p>
  <w:p w:rsidR="00484D48" w:rsidRDefault="00484D48" w:rsidP="00C858DD">
    <w:pPr>
      <w:pStyle w:val="Zpat"/>
      <w:rPr>
        <w:b/>
        <w:color w:val="00B050"/>
        <w:sz w:val="14"/>
        <w:szCs w:val="14"/>
      </w:rPr>
    </w:pPr>
  </w:p>
  <w:p w:rsidR="00484D48" w:rsidRPr="008A58A2" w:rsidRDefault="00484D48" w:rsidP="00C858DD">
    <w:pPr>
      <w:pStyle w:val="Zpat"/>
      <w:rPr>
        <w:b/>
        <w:sz w:val="14"/>
        <w:szCs w:val="14"/>
      </w:rPr>
    </w:pPr>
    <w:r w:rsidRPr="008A58A2">
      <w:rPr>
        <w:b/>
        <w:sz w:val="14"/>
        <w:szCs w:val="14"/>
      </w:rPr>
      <w:t>Veřejná zakázka malého rozsahu</w:t>
    </w:r>
  </w:p>
  <w:p w:rsidR="00CE2DA0" w:rsidRPr="008A58A2" w:rsidRDefault="00C858DD" w:rsidP="00C858DD">
    <w:pPr>
      <w:pStyle w:val="Zpat"/>
      <w:rPr>
        <w:b/>
        <w:sz w:val="14"/>
        <w:szCs w:val="14"/>
      </w:rPr>
    </w:pPr>
    <w:r w:rsidRPr="008A58A2">
      <w:rPr>
        <w:b/>
        <w:sz w:val="14"/>
        <w:szCs w:val="14"/>
      </w:rPr>
      <w:t xml:space="preserve">Těžební činnost v </w:t>
    </w:r>
    <w:r w:rsidR="00CE2DA0" w:rsidRPr="008A58A2">
      <w:rPr>
        <w:b/>
        <w:sz w:val="14"/>
        <w:szCs w:val="14"/>
      </w:rPr>
      <w:t>městských lesích města Uherský Brod v roce 20</w:t>
    </w:r>
    <w:r w:rsidR="004C7066" w:rsidRPr="008A58A2">
      <w:rPr>
        <w:b/>
        <w:sz w:val="14"/>
        <w:szCs w:val="14"/>
      </w:rPr>
      <w:t>2</w:t>
    </w:r>
    <w:r w:rsidR="00237148">
      <w:rPr>
        <w:b/>
        <w:sz w:val="14"/>
        <w:szCs w:val="14"/>
      </w:rPr>
      <w:t>5</w:t>
    </w:r>
  </w:p>
  <w:p w:rsidR="004D5E8E" w:rsidRPr="00282D9C" w:rsidRDefault="004D5E8E" w:rsidP="00CE2DA0">
    <w:pPr>
      <w:pStyle w:val="Zpat"/>
      <w:rPr>
        <w:color w:val="00B05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4D48" w:rsidRDefault="00484D48" w:rsidP="00616971">
    <w:pPr>
      <w:pStyle w:val="Zpat"/>
      <w:rPr>
        <w:b/>
        <w:color w:val="00B050"/>
        <w:sz w:val="14"/>
        <w:szCs w:val="14"/>
      </w:rPr>
    </w:pPr>
  </w:p>
  <w:p w:rsidR="00484D48" w:rsidRDefault="00484D48" w:rsidP="00616971">
    <w:pPr>
      <w:pStyle w:val="Zpat"/>
      <w:rPr>
        <w:b/>
        <w:color w:val="00B050"/>
        <w:sz w:val="14"/>
        <w:szCs w:val="14"/>
      </w:rPr>
    </w:pPr>
  </w:p>
  <w:p w:rsidR="00484D48" w:rsidRPr="008A58A2" w:rsidRDefault="00484D48" w:rsidP="00616971">
    <w:pPr>
      <w:pStyle w:val="Zpat"/>
      <w:rPr>
        <w:b/>
        <w:sz w:val="14"/>
        <w:szCs w:val="14"/>
      </w:rPr>
    </w:pPr>
    <w:r w:rsidRPr="008A58A2">
      <w:rPr>
        <w:b/>
        <w:sz w:val="14"/>
        <w:szCs w:val="14"/>
      </w:rPr>
      <w:t xml:space="preserve">Veřejná zakázka malého rozsahu </w:t>
    </w:r>
  </w:p>
  <w:p w:rsidR="00FB5435" w:rsidRPr="008A58A2" w:rsidRDefault="00E345F2" w:rsidP="00616971">
    <w:pPr>
      <w:pStyle w:val="Zpat"/>
      <w:rPr>
        <w:b/>
        <w:sz w:val="14"/>
        <w:szCs w:val="14"/>
      </w:rPr>
    </w:pPr>
    <w:r w:rsidRPr="008A58A2">
      <w:rPr>
        <w:b/>
        <w:sz w:val="14"/>
        <w:szCs w:val="14"/>
      </w:rPr>
      <w:t>T</w:t>
    </w:r>
    <w:r w:rsidR="002D4AA7" w:rsidRPr="008A58A2">
      <w:rPr>
        <w:b/>
        <w:sz w:val="14"/>
        <w:szCs w:val="14"/>
      </w:rPr>
      <w:t>ěžební</w:t>
    </w:r>
    <w:r w:rsidR="006C633A" w:rsidRPr="008A58A2">
      <w:rPr>
        <w:b/>
        <w:sz w:val="14"/>
        <w:szCs w:val="14"/>
      </w:rPr>
      <w:t xml:space="preserve"> činnost v městských lesích města Uherský Brod v roce 20</w:t>
    </w:r>
    <w:r w:rsidR="004C7066" w:rsidRPr="008A58A2">
      <w:rPr>
        <w:b/>
        <w:sz w:val="14"/>
        <w:szCs w:val="14"/>
      </w:rPr>
      <w:t>2</w:t>
    </w:r>
    <w:r w:rsidR="00237148">
      <w:rPr>
        <w:b/>
        <w:sz w:val="14"/>
        <w:szCs w:val="14"/>
      </w:rPr>
      <w:t>5</w:t>
    </w:r>
  </w:p>
  <w:p w:rsidR="00616971" w:rsidRPr="00282D9C" w:rsidRDefault="00282D9C" w:rsidP="00282D9C">
    <w:pPr>
      <w:pStyle w:val="Zpat"/>
      <w:tabs>
        <w:tab w:val="clear" w:pos="4536"/>
        <w:tab w:val="clear" w:pos="9072"/>
        <w:tab w:val="left" w:pos="1506"/>
      </w:tabs>
      <w:rPr>
        <w:color w:val="00B050"/>
      </w:rPr>
    </w:pPr>
    <w:r w:rsidRPr="00282D9C">
      <w:rPr>
        <w:color w:val="00B050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D2870" w:rsidRDefault="009D2870">
      <w:r>
        <w:separator/>
      </w:r>
    </w:p>
  </w:footnote>
  <w:footnote w:type="continuationSeparator" w:id="0">
    <w:p w:rsidR="009D2870" w:rsidRDefault="009D287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C46F1" w:rsidRPr="00215F55" w:rsidRDefault="00DB1B76" w:rsidP="00DB1B76">
    <w:pPr>
      <w:pStyle w:val="Zhlav"/>
      <w:tabs>
        <w:tab w:val="left" w:pos="2580"/>
        <w:tab w:val="left" w:pos="2985"/>
      </w:tabs>
      <w:spacing w:after="120" w:line="276" w:lineRule="auto"/>
      <w:rPr>
        <w:b/>
        <w:bCs/>
        <w:color w:val="00B050"/>
        <w:sz w:val="28"/>
        <w:szCs w:val="28"/>
      </w:rPr>
    </w:pPr>
    <w:r>
      <w:rPr>
        <w:noProof/>
      </w:rPr>
      <w:drawing>
        <wp:inline distT="0" distB="0" distL="0" distR="0">
          <wp:extent cx="2400300" cy="552450"/>
          <wp:effectExtent l="0" t="0" r="0" b="0"/>
          <wp:docPr id="1" name="Obrázek 1" descr="logo-ub_rastr-barva-rg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-ub_rastr-barva-rg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00300" cy="5524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7A1B56">
      <w:rPr>
        <w:b/>
        <w:bCs/>
        <w:color w:val="00B050"/>
        <w:sz w:val="28"/>
        <w:szCs w:val="28"/>
      </w:rPr>
      <w:t xml:space="preserve">                                                                                                                                                                         </w:t>
    </w:r>
    <w:r w:rsidR="00215F55">
      <w:rPr>
        <w:b/>
        <w:bCs/>
        <w:color w:val="00B050"/>
        <w:sz w:val="28"/>
        <w:szCs w:val="28"/>
      </w:rPr>
      <w:t xml:space="preserve">               </w:t>
    </w:r>
  </w:p>
  <w:p w:rsidR="00215F55" w:rsidRPr="008A58A2" w:rsidRDefault="00215F55" w:rsidP="00215F55">
    <w:pPr>
      <w:pStyle w:val="Zhlav"/>
      <w:tabs>
        <w:tab w:val="left" w:pos="2580"/>
        <w:tab w:val="left" w:pos="2985"/>
      </w:tabs>
      <w:spacing w:after="120" w:line="276" w:lineRule="auto"/>
      <w:jc w:val="center"/>
    </w:pPr>
    <w:r w:rsidRPr="008A58A2">
      <w:rPr>
        <w:b/>
        <w:caps/>
        <w:sz w:val="24"/>
      </w:rPr>
      <w:t>těžební činnost v městských lesích města uherský brod v roce 20</w:t>
    </w:r>
    <w:r w:rsidR="004C7066" w:rsidRPr="008A58A2">
      <w:rPr>
        <w:b/>
        <w:caps/>
        <w:sz w:val="24"/>
      </w:rPr>
      <w:t>2</w:t>
    </w:r>
    <w:r w:rsidR="00237148">
      <w:rPr>
        <w:b/>
        <w:caps/>
        <w:sz w:val="24"/>
      </w:rPr>
      <w:t>5</w:t>
    </w:r>
    <w:r w:rsidR="008A58A2">
      <w:rPr>
        <w:b/>
        <w:caps/>
        <w:sz w:val="24"/>
      </w:rPr>
      <w:t xml:space="preserve"> – příloha č. 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33F71"/>
    <w:multiLevelType w:val="hybridMultilevel"/>
    <w:tmpl w:val="3BC8D4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F77DA3"/>
    <w:multiLevelType w:val="hybridMultilevel"/>
    <w:tmpl w:val="E0B05B8A"/>
    <w:lvl w:ilvl="0" w:tplc="A5705D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B0D663A"/>
    <w:multiLevelType w:val="hybridMultilevel"/>
    <w:tmpl w:val="0DD635A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0DA1405"/>
    <w:multiLevelType w:val="hybridMultilevel"/>
    <w:tmpl w:val="4E6E56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0F21041"/>
    <w:multiLevelType w:val="hybridMultilevel"/>
    <w:tmpl w:val="A2E6B95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0FB6573"/>
    <w:multiLevelType w:val="hybridMultilevel"/>
    <w:tmpl w:val="4F6C4924"/>
    <w:lvl w:ilvl="0" w:tplc="B9EE67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5225E7"/>
    <w:multiLevelType w:val="hybridMultilevel"/>
    <w:tmpl w:val="AD8A1FD8"/>
    <w:lvl w:ilvl="0" w:tplc="1896B4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F8707BC"/>
    <w:multiLevelType w:val="hybridMultilevel"/>
    <w:tmpl w:val="C136D8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3AC44055"/>
    <w:multiLevelType w:val="hybridMultilevel"/>
    <w:tmpl w:val="F98C32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627172D"/>
    <w:multiLevelType w:val="hybridMultilevel"/>
    <w:tmpl w:val="187247EC"/>
    <w:lvl w:ilvl="0" w:tplc="DFE041A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49C54A6E"/>
    <w:multiLevelType w:val="hybridMultilevel"/>
    <w:tmpl w:val="1E9A5B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DFA4346"/>
    <w:multiLevelType w:val="hybridMultilevel"/>
    <w:tmpl w:val="2B8ABC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21B295A"/>
    <w:multiLevelType w:val="hybridMultilevel"/>
    <w:tmpl w:val="36F00F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56105FC7"/>
    <w:multiLevelType w:val="hybridMultilevel"/>
    <w:tmpl w:val="6614868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5EEF3BDA"/>
    <w:multiLevelType w:val="hybridMultilevel"/>
    <w:tmpl w:val="C80044CC"/>
    <w:lvl w:ilvl="0" w:tplc="8308685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1BF34E6"/>
    <w:multiLevelType w:val="hybridMultilevel"/>
    <w:tmpl w:val="2564C32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64B53062"/>
    <w:multiLevelType w:val="hybridMultilevel"/>
    <w:tmpl w:val="A4527F3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67D35FC8"/>
    <w:multiLevelType w:val="hybridMultilevel"/>
    <w:tmpl w:val="6E6A3936"/>
    <w:lvl w:ilvl="0" w:tplc="69A66C7E">
      <w:start w:val="1"/>
      <w:numFmt w:val="bullet"/>
      <w:pStyle w:val="Sty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7F45A7C"/>
    <w:multiLevelType w:val="hybridMultilevel"/>
    <w:tmpl w:val="2C006BF0"/>
    <w:lvl w:ilvl="0" w:tplc="040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A3A7C91"/>
    <w:multiLevelType w:val="hybridMultilevel"/>
    <w:tmpl w:val="17E05C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6B073FF5"/>
    <w:multiLevelType w:val="hybridMultilevel"/>
    <w:tmpl w:val="A87ADA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1" w15:restartNumberingAfterBreak="0">
    <w:nsid w:val="784F46BE"/>
    <w:multiLevelType w:val="hybridMultilevel"/>
    <w:tmpl w:val="DA102334"/>
    <w:lvl w:ilvl="0" w:tplc="84508A74">
      <w:start w:val="1"/>
      <w:numFmt w:val="lowerLetter"/>
      <w:lvlText w:val="%1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7C79727B"/>
    <w:multiLevelType w:val="hybridMultilevel"/>
    <w:tmpl w:val="5C02398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6"/>
  </w:num>
  <w:num w:numId="3">
    <w:abstractNumId w:val="14"/>
  </w:num>
  <w:num w:numId="4">
    <w:abstractNumId w:val="17"/>
  </w:num>
  <w:num w:numId="5">
    <w:abstractNumId w:val="0"/>
  </w:num>
  <w:num w:numId="6">
    <w:abstractNumId w:val="13"/>
  </w:num>
  <w:num w:numId="7">
    <w:abstractNumId w:val="5"/>
  </w:num>
  <w:num w:numId="8">
    <w:abstractNumId w:val="22"/>
  </w:num>
  <w:num w:numId="9">
    <w:abstractNumId w:val="15"/>
  </w:num>
  <w:num w:numId="10">
    <w:abstractNumId w:val="3"/>
  </w:num>
  <w:num w:numId="11">
    <w:abstractNumId w:val="11"/>
  </w:num>
  <w:num w:numId="12">
    <w:abstractNumId w:val="20"/>
  </w:num>
  <w:num w:numId="13">
    <w:abstractNumId w:val="19"/>
  </w:num>
  <w:num w:numId="14">
    <w:abstractNumId w:val="21"/>
  </w:num>
  <w:num w:numId="15">
    <w:abstractNumId w:val="16"/>
  </w:num>
  <w:num w:numId="16">
    <w:abstractNumId w:val="12"/>
  </w:num>
  <w:num w:numId="17">
    <w:abstractNumId w:val="9"/>
  </w:num>
  <w:num w:numId="18">
    <w:abstractNumId w:val="8"/>
  </w:num>
  <w:num w:numId="19">
    <w:abstractNumId w:val="1"/>
  </w:num>
  <w:num w:numId="20">
    <w:abstractNumId w:val="7"/>
  </w:num>
  <w:num w:numId="21">
    <w:abstractNumId w:val="18"/>
  </w:num>
  <w:num w:numId="22">
    <w:abstractNumId w:val="10"/>
  </w:num>
  <w:num w:numId="23">
    <w:abstractNumId w:val="4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41F8"/>
    <w:rsid w:val="00001E39"/>
    <w:rsid w:val="000022E3"/>
    <w:rsid w:val="00003CE1"/>
    <w:rsid w:val="000043AB"/>
    <w:rsid w:val="0001051D"/>
    <w:rsid w:val="0001152E"/>
    <w:rsid w:val="00012046"/>
    <w:rsid w:val="00012F14"/>
    <w:rsid w:val="00014A04"/>
    <w:rsid w:val="00020A0D"/>
    <w:rsid w:val="00027174"/>
    <w:rsid w:val="0002749A"/>
    <w:rsid w:val="0003498B"/>
    <w:rsid w:val="00044CDA"/>
    <w:rsid w:val="00045F2C"/>
    <w:rsid w:val="000466A9"/>
    <w:rsid w:val="00055C30"/>
    <w:rsid w:val="00055C4D"/>
    <w:rsid w:val="00056CED"/>
    <w:rsid w:val="00056F12"/>
    <w:rsid w:val="00060A10"/>
    <w:rsid w:val="0006639B"/>
    <w:rsid w:val="000732A0"/>
    <w:rsid w:val="00084314"/>
    <w:rsid w:val="000924F2"/>
    <w:rsid w:val="000A2AF3"/>
    <w:rsid w:val="000A43F9"/>
    <w:rsid w:val="000A754F"/>
    <w:rsid w:val="000B094D"/>
    <w:rsid w:val="000B1AC4"/>
    <w:rsid w:val="000B3133"/>
    <w:rsid w:val="000C0268"/>
    <w:rsid w:val="000C2E90"/>
    <w:rsid w:val="000C6A1C"/>
    <w:rsid w:val="000D1112"/>
    <w:rsid w:val="000D7033"/>
    <w:rsid w:val="000D7E0A"/>
    <w:rsid w:val="000E4D02"/>
    <w:rsid w:val="000E6958"/>
    <w:rsid w:val="000E7543"/>
    <w:rsid w:val="000F04AD"/>
    <w:rsid w:val="000F3264"/>
    <w:rsid w:val="000F5722"/>
    <w:rsid w:val="000F64F0"/>
    <w:rsid w:val="00102600"/>
    <w:rsid w:val="00103E7C"/>
    <w:rsid w:val="00107B06"/>
    <w:rsid w:val="00107CF9"/>
    <w:rsid w:val="0011016B"/>
    <w:rsid w:val="0012256E"/>
    <w:rsid w:val="00130577"/>
    <w:rsid w:val="00130DD3"/>
    <w:rsid w:val="00132273"/>
    <w:rsid w:val="00140728"/>
    <w:rsid w:val="00142890"/>
    <w:rsid w:val="001430C0"/>
    <w:rsid w:val="001436D2"/>
    <w:rsid w:val="00147199"/>
    <w:rsid w:val="00147B5D"/>
    <w:rsid w:val="001525D5"/>
    <w:rsid w:val="00154994"/>
    <w:rsid w:val="00162DCD"/>
    <w:rsid w:val="0017208E"/>
    <w:rsid w:val="00176171"/>
    <w:rsid w:val="0018069C"/>
    <w:rsid w:val="0018384E"/>
    <w:rsid w:val="001857C4"/>
    <w:rsid w:val="00196E68"/>
    <w:rsid w:val="001A5F3D"/>
    <w:rsid w:val="001B062E"/>
    <w:rsid w:val="001B10F2"/>
    <w:rsid w:val="001B6367"/>
    <w:rsid w:val="001B7035"/>
    <w:rsid w:val="001B7422"/>
    <w:rsid w:val="001C3574"/>
    <w:rsid w:val="001C7227"/>
    <w:rsid w:val="001D37D7"/>
    <w:rsid w:val="001D6BAB"/>
    <w:rsid w:val="001D73BA"/>
    <w:rsid w:val="001E25F9"/>
    <w:rsid w:val="001E2717"/>
    <w:rsid w:val="001E2871"/>
    <w:rsid w:val="001F4BE7"/>
    <w:rsid w:val="001F5414"/>
    <w:rsid w:val="001F6459"/>
    <w:rsid w:val="001F6528"/>
    <w:rsid w:val="001F664C"/>
    <w:rsid w:val="002000F5"/>
    <w:rsid w:val="002029E6"/>
    <w:rsid w:val="002038A9"/>
    <w:rsid w:val="00212B70"/>
    <w:rsid w:val="00215F55"/>
    <w:rsid w:val="00220070"/>
    <w:rsid w:val="00220D6B"/>
    <w:rsid w:val="00221266"/>
    <w:rsid w:val="0022307E"/>
    <w:rsid w:val="00223C88"/>
    <w:rsid w:val="0022565F"/>
    <w:rsid w:val="002256F1"/>
    <w:rsid w:val="002319A1"/>
    <w:rsid w:val="00232311"/>
    <w:rsid w:val="00234578"/>
    <w:rsid w:val="0023568D"/>
    <w:rsid w:val="00237148"/>
    <w:rsid w:val="00237476"/>
    <w:rsid w:val="00241700"/>
    <w:rsid w:val="00242E57"/>
    <w:rsid w:val="00252035"/>
    <w:rsid w:val="002630E1"/>
    <w:rsid w:val="00265675"/>
    <w:rsid w:val="00265BBF"/>
    <w:rsid w:val="00266E73"/>
    <w:rsid w:val="00273C50"/>
    <w:rsid w:val="00276DEB"/>
    <w:rsid w:val="00282D9C"/>
    <w:rsid w:val="00287A6B"/>
    <w:rsid w:val="00292B19"/>
    <w:rsid w:val="002969B0"/>
    <w:rsid w:val="002A19FB"/>
    <w:rsid w:val="002A3AA4"/>
    <w:rsid w:val="002A445C"/>
    <w:rsid w:val="002A47C0"/>
    <w:rsid w:val="002A55C8"/>
    <w:rsid w:val="002A6FD8"/>
    <w:rsid w:val="002B2255"/>
    <w:rsid w:val="002B42DB"/>
    <w:rsid w:val="002B4710"/>
    <w:rsid w:val="002B5AF7"/>
    <w:rsid w:val="002C4A48"/>
    <w:rsid w:val="002D4AA7"/>
    <w:rsid w:val="002F081A"/>
    <w:rsid w:val="002F4269"/>
    <w:rsid w:val="002F4893"/>
    <w:rsid w:val="002F668B"/>
    <w:rsid w:val="002F6D90"/>
    <w:rsid w:val="002F7695"/>
    <w:rsid w:val="00305C9A"/>
    <w:rsid w:val="00306309"/>
    <w:rsid w:val="003131E0"/>
    <w:rsid w:val="0031345F"/>
    <w:rsid w:val="003135DA"/>
    <w:rsid w:val="00314C9A"/>
    <w:rsid w:val="003150E9"/>
    <w:rsid w:val="003170D9"/>
    <w:rsid w:val="00317D62"/>
    <w:rsid w:val="00322D94"/>
    <w:rsid w:val="003248B8"/>
    <w:rsid w:val="003256B2"/>
    <w:rsid w:val="00332721"/>
    <w:rsid w:val="00334024"/>
    <w:rsid w:val="00334818"/>
    <w:rsid w:val="0033513C"/>
    <w:rsid w:val="00335AF7"/>
    <w:rsid w:val="0033688E"/>
    <w:rsid w:val="00343676"/>
    <w:rsid w:val="003455E7"/>
    <w:rsid w:val="00345676"/>
    <w:rsid w:val="003460DA"/>
    <w:rsid w:val="003467EC"/>
    <w:rsid w:val="003539AA"/>
    <w:rsid w:val="00353D05"/>
    <w:rsid w:val="00360AA9"/>
    <w:rsid w:val="00364872"/>
    <w:rsid w:val="00366B90"/>
    <w:rsid w:val="00366BEC"/>
    <w:rsid w:val="00372DAA"/>
    <w:rsid w:val="0037321B"/>
    <w:rsid w:val="00377F55"/>
    <w:rsid w:val="003857DC"/>
    <w:rsid w:val="00391E9B"/>
    <w:rsid w:val="00393B4F"/>
    <w:rsid w:val="00394779"/>
    <w:rsid w:val="003A0D3E"/>
    <w:rsid w:val="003A15F6"/>
    <w:rsid w:val="003A4169"/>
    <w:rsid w:val="003A45DC"/>
    <w:rsid w:val="003A5790"/>
    <w:rsid w:val="003A591F"/>
    <w:rsid w:val="003B7AC0"/>
    <w:rsid w:val="003C22A6"/>
    <w:rsid w:val="003C4539"/>
    <w:rsid w:val="003C48B1"/>
    <w:rsid w:val="003D43F2"/>
    <w:rsid w:val="003D63F7"/>
    <w:rsid w:val="003D7010"/>
    <w:rsid w:val="003E5C1D"/>
    <w:rsid w:val="003E77BD"/>
    <w:rsid w:val="003F00E5"/>
    <w:rsid w:val="003F0394"/>
    <w:rsid w:val="003F137F"/>
    <w:rsid w:val="003F4129"/>
    <w:rsid w:val="0040127B"/>
    <w:rsid w:val="00403658"/>
    <w:rsid w:val="00403ABD"/>
    <w:rsid w:val="00407246"/>
    <w:rsid w:val="0041014A"/>
    <w:rsid w:val="004148A3"/>
    <w:rsid w:val="00426D7D"/>
    <w:rsid w:val="00427A55"/>
    <w:rsid w:val="00431684"/>
    <w:rsid w:val="00433982"/>
    <w:rsid w:val="00435ACB"/>
    <w:rsid w:val="00435EC6"/>
    <w:rsid w:val="0044093E"/>
    <w:rsid w:val="00451F4D"/>
    <w:rsid w:val="004548D9"/>
    <w:rsid w:val="00457411"/>
    <w:rsid w:val="0047080B"/>
    <w:rsid w:val="0047521D"/>
    <w:rsid w:val="00477369"/>
    <w:rsid w:val="00483CEC"/>
    <w:rsid w:val="00484D48"/>
    <w:rsid w:val="00491775"/>
    <w:rsid w:val="0049477B"/>
    <w:rsid w:val="004A1B34"/>
    <w:rsid w:val="004A1EA9"/>
    <w:rsid w:val="004A41F8"/>
    <w:rsid w:val="004A55DF"/>
    <w:rsid w:val="004A631A"/>
    <w:rsid w:val="004B082C"/>
    <w:rsid w:val="004B0EC4"/>
    <w:rsid w:val="004B1C10"/>
    <w:rsid w:val="004B1CDB"/>
    <w:rsid w:val="004B3F92"/>
    <w:rsid w:val="004C0C3A"/>
    <w:rsid w:val="004C15CB"/>
    <w:rsid w:val="004C2529"/>
    <w:rsid w:val="004C2A9E"/>
    <w:rsid w:val="004C51D0"/>
    <w:rsid w:val="004C7066"/>
    <w:rsid w:val="004D5E8E"/>
    <w:rsid w:val="004D7ED3"/>
    <w:rsid w:val="004E4A63"/>
    <w:rsid w:val="004E5E2B"/>
    <w:rsid w:val="004E6DC6"/>
    <w:rsid w:val="004F246A"/>
    <w:rsid w:val="0050230A"/>
    <w:rsid w:val="005212E5"/>
    <w:rsid w:val="0052199F"/>
    <w:rsid w:val="00522517"/>
    <w:rsid w:val="005226CC"/>
    <w:rsid w:val="0052437E"/>
    <w:rsid w:val="00527FA6"/>
    <w:rsid w:val="00530F6B"/>
    <w:rsid w:val="00533DA1"/>
    <w:rsid w:val="00540558"/>
    <w:rsid w:val="00540ABA"/>
    <w:rsid w:val="0054182A"/>
    <w:rsid w:val="005438B5"/>
    <w:rsid w:val="005511E5"/>
    <w:rsid w:val="00552320"/>
    <w:rsid w:val="00557E65"/>
    <w:rsid w:val="00557E76"/>
    <w:rsid w:val="00562457"/>
    <w:rsid w:val="00572899"/>
    <w:rsid w:val="00581B1F"/>
    <w:rsid w:val="005824F4"/>
    <w:rsid w:val="005877B2"/>
    <w:rsid w:val="00587A29"/>
    <w:rsid w:val="00590318"/>
    <w:rsid w:val="00592F9D"/>
    <w:rsid w:val="00593411"/>
    <w:rsid w:val="005946DF"/>
    <w:rsid w:val="00597DD2"/>
    <w:rsid w:val="005A1A75"/>
    <w:rsid w:val="005B419C"/>
    <w:rsid w:val="005B615C"/>
    <w:rsid w:val="005C00BE"/>
    <w:rsid w:val="005C1810"/>
    <w:rsid w:val="005C183A"/>
    <w:rsid w:val="005C308B"/>
    <w:rsid w:val="005C6EEE"/>
    <w:rsid w:val="005C76F8"/>
    <w:rsid w:val="005D1068"/>
    <w:rsid w:val="005D4390"/>
    <w:rsid w:val="005D76B4"/>
    <w:rsid w:val="005E4554"/>
    <w:rsid w:val="005E6B6E"/>
    <w:rsid w:val="005F7D0E"/>
    <w:rsid w:val="006009D0"/>
    <w:rsid w:val="006010E9"/>
    <w:rsid w:val="00604EAD"/>
    <w:rsid w:val="00616971"/>
    <w:rsid w:val="006207DA"/>
    <w:rsid w:val="006228C8"/>
    <w:rsid w:val="0062730E"/>
    <w:rsid w:val="006276D8"/>
    <w:rsid w:val="00632EAF"/>
    <w:rsid w:val="00635ACC"/>
    <w:rsid w:val="00635D98"/>
    <w:rsid w:val="00642AB0"/>
    <w:rsid w:val="006456C5"/>
    <w:rsid w:val="0064607E"/>
    <w:rsid w:val="00651C84"/>
    <w:rsid w:val="00657447"/>
    <w:rsid w:val="00664E44"/>
    <w:rsid w:val="00671EDD"/>
    <w:rsid w:val="00673FAD"/>
    <w:rsid w:val="00676385"/>
    <w:rsid w:val="00680B5D"/>
    <w:rsid w:val="00682DBE"/>
    <w:rsid w:val="00683EA3"/>
    <w:rsid w:val="006860B0"/>
    <w:rsid w:val="00686BB9"/>
    <w:rsid w:val="00694B54"/>
    <w:rsid w:val="006A6D11"/>
    <w:rsid w:val="006B0EC5"/>
    <w:rsid w:val="006B1808"/>
    <w:rsid w:val="006C06AD"/>
    <w:rsid w:val="006C11B6"/>
    <w:rsid w:val="006C33ED"/>
    <w:rsid w:val="006C46F1"/>
    <w:rsid w:val="006C633A"/>
    <w:rsid w:val="006C75D8"/>
    <w:rsid w:val="006D3FB1"/>
    <w:rsid w:val="006D52A0"/>
    <w:rsid w:val="006D6A33"/>
    <w:rsid w:val="006D6B46"/>
    <w:rsid w:val="006E149C"/>
    <w:rsid w:val="006E6395"/>
    <w:rsid w:val="006E7C8A"/>
    <w:rsid w:val="006F004E"/>
    <w:rsid w:val="006F1B96"/>
    <w:rsid w:val="006F3CFE"/>
    <w:rsid w:val="006F5546"/>
    <w:rsid w:val="006F6C60"/>
    <w:rsid w:val="00701EFC"/>
    <w:rsid w:val="0070442E"/>
    <w:rsid w:val="00715CD2"/>
    <w:rsid w:val="00716454"/>
    <w:rsid w:val="00723333"/>
    <w:rsid w:val="00723D03"/>
    <w:rsid w:val="007245B9"/>
    <w:rsid w:val="007245DF"/>
    <w:rsid w:val="00731A9E"/>
    <w:rsid w:val="007362EA"/>
    <w:rsid w:val="00736540"/>
    <w:rsid w:val="00745817"/>
    <w:rsid w:val="00745972"/>
    <w:rsid w:val="00751D9B"/>
    <w:rsid w:val="00752913"/>
    <w:rsid w:val="00760FA4"/>
    <w:rsid w:val="00761533"/>
    <w:rsid w:val="00762994"/>
    <w:rsid w:val="00767FDB"/>
    <w:rsid w:val="00774F70"/>
    <w:rsid w:val="00776FDA"/>
    <w:rsid w:val="007868CF"/>
    <w:rsid w:val="007941FE"/>
    <w:rsid w:val="007971A1"/>
    <w:rsid w:val="007A1B56"/>
    <w:rsid w:val="007A5F4B"/>
    <w:rsid w:val="007A7EFD"/>
    <w:rsid w:val="007B0B0A"/>
    <w:rsid w:val="007B64FC"/>
    <w:rsid w:val="007B7177"/>
    <w:rsid w:val="007C087E"/>
    <w:rsid w:val="007D04BA"/>
    <w:rsid w:val="007D2B2E"/>
    <w:rsid w:val="007D4A60"/>
    <w:rsid w:val="007D655D"/>
    <w:rsid w:val="007F017C"/>
    <w:rsid w:val="0080218A"/>
    <w:rsid w:val="00805FAC"/>
    <w:rsid w:val="00807634"/>
    <w:rsid w:val="00810252"/>
    <w:rsid w:val="008104A8"/>
    <w:rsid w:val="00815E98"/>
    <w:rsid w:val="00820407"/>
    <w:rsid w:val="008311D2"/>
    <w:rsid w:val="0083158A"/>
    <w:rsid w:val="008353D0"/>
    <w:rsid w:val="008355F9"/>
    <w:rsid w:val="008357CF"/>
    <w:rsid w:val="008426A1"/>
    <w:rsid w:val="008479F2"/>
    <w:rsid w:val="008508B3"/>
    <w:rsid w:val="00851CA4"/>
    <w:rsid w:val="008528C9"/>
    <w:rsid w:val="00855C8B"/>
    <w:rsid w:val="00861093"/>
    <w:rsid w:val="0086292A"/>
    <w:rsid w:val="00865F80"/>
    <w:rsid w:val="008733BA"/>
    <w:rsid w:val="0087572B"/>
    <w:rsid w:val="0087752C"/>
    <w:rsid w:val="00883F9F"/>
    <w:rsid w:val="00885626"/>
    <w:rsid w:val="008873D1"/>
    <w:rsid w:val="00894BDC"/>
    <w:rsid w:val="008979F0"/>
    <w:rsid w:val="008A58A2"/>
    <w:rsid w:val="008B002D"/>
    <w:rsid w:val="008B2682"/>
    <w:rsid w:val="008B5DFD"/>
    <w:rsid w:val="008D4AD9"/>
    <w:rsid w:val="008D5219"/>
    <w:rsid w:val="008D7255"/>
    <w:rsid w:val="008D78F4"/>
    <w:rsid w:val="008E06C8"/>
    <w:rsid w:val="008E490C"/>
    <w:rsid w:val="008E536C"/>
    <w:rsid w:val="008F1714"/>
    <w:rsid w:val="008F3BCE"/>
    <w:rsid w:val="008F487C"/>
    <w:rsid w:val="008F6722"/>
    <w:rsid w:val="009131BF"/>
    <w:rsid w:val="00917406"/>
    <w:rsid w:val="0091777B"/>
    <w:rsid w:val="00923552"/>
    <w:rsid w:val="00934E72"/>
    <w:rsid w:val="009409A6"/>
    <w:rsid w:val="00942B6C"/>
    <w:rsid w:val="00943E24"/>
    <w:rsid w:val="0094459C"/>
    <w:rsid w:val="00946B67"/>
    <w:rsid w:val="009507EE"/>
    <w:rsid w:val="00952974"/>
    <w:rsid w:val="00955363"/>
    <w:rsid w:val="00963450"/>
    <w:rsid w:val="00965614"/>
    <w:rsid w:val="00967FAF"/>
    <w:rsid w:val="00977676"/>
    <w:rsid w:val="00980C3E"/>
    <w:rsid w:val="009821DD"/>
    <w:rsid w:val="00984526"/>
    <w:rsid w:val="00986475"/>
    <w:rsid w:val="00993141"/>
    <w:rsid w:val="00997B9B"/>
    <w:rsid w:val="009A11D5"/>
    <w:rsid w:val="009A2070"/>
    <w:rsid w:val="009A347E"/>
    <w:rsid w:val="009B53E8"/>
    <w:rsid w:val="009C10D9"/>
    <w:rsid w:val="009C155D"/>
    <w:rsid w:val="009C1D8F"/>
    <w:rsid w:val="009C2E11"/>
    <w:rsid w:val="009C3CE8"/>
    <w:rsid w:val="009C4F81"/>
    <w:rsid w:val="009D1436"/>
    <w:rsid w:val="009D20EA"/>
    <w:rsid w:val="009D2870"/>
    <w:rsid w:val="009D5423"/>
    <w:rsid w:val="009D586B"/>
    <w:rsid w:val="009E05F0"/>
    <w:rsid w:val="009E1384"/>
    <w:rsid w:val="009E2F2F"/>
    <w:rsid w:val="009E561F"/>
    <w:rsid w:val="009F2C79"/>
    <w:rsid w:val="00A000D3"/>
    <w:rsid w:val="00A01E4C"/>
    <w:rsid w:val="00A07809"/>
    <w:rsid w:val="00A15A1E"/>
    <w:rsid w:val="00A345CF"/>
    <w:rsid w:val="00A354C3"/>
    <w:rsid w:val="00A400BF"/>
    <w:rsid w:val="00A40A2C"/>
    <w:rsid w:val="00A42C90"/>
    <w:rsid w:val="00A45E85"/>
    <w:rsid w:val="00A47AB0"/>
    <w:rsid w:val="00A50243"/>
    <w:rsid w:val="00A51BDB"/>
    <w:rsid w:val="00A53C50"/>
    <w:rsid w:val="00A57111"/>
    <w:rsid w:val="00A57EBD"/>
    <w:rsid w:val="00A61785"/>
    <w:rsid w:val="00A64171"/>
    <w:rsid w:val="00A65002"/>
    <w:rsid w:val="00A73D75"/>
    <w:rsid w:val="00A75531"/>
    <w:rsid w:val="00A767AA"/>
    <w:rsid w:val="00A771DF"/>
    <w:rsid w:val="00A80267"/>
    <w:rsid w:val="00A85C71"/>
    <w:rsid w:val="00A85CCE"/>
    <w:rsid w:val="00A906CD"/>
    <w:rsid w:val="00A9076D"/>
    <w:rsid w:val="00A92DC2"/>
    <w:rsid w:val="00A97166"/>
    <w:rsid w:val="00A9798A"/>
    <w:rsid w:val="00AA156D"/>
    <w:rsid w:val="00AB4BD4"/>
    <w:rsid w:val="00AB66BC"/>
    <w:rsid w:val="00AB6911"/>
    <w:rsid w:val="00AB6AF5"/>
    <w:rsid w:val="00AC06DF"/>
    <w:rsid w:val="00AC0845"/>
    <w:rsid w:val="00AC47EC"/>
    <w:rsid w:val="00AC5E7A"/>
    <w:rsid w:val="00AD3810"/>
    <w:rsid w:val="00AD44B5"/>
    <w:rsid w:val="00AD48C9"/>
    <w:rsid w:val="00AD548C"/>
    <w:rsid w:val="00AD5DB5"/>
    <w:rsid w:val="00AD7C10"/>
    <w:rsid w:val="00AD7FD1"/>
    <w:rsid w:val="00AE3F08"/>
    <w:rsid w:val="00AF49E7"/>
    <w:rsid w:val="00AF53DE"/>
    <w:rsid w:val="00B01027"/>
    <w:rsid w:val="00B038D8"/>
    <w:rsid w:val="00B071DF"/>
    <w:rsid w:val="00B10745"/>
    <w:rsid w:val="00B112F9"/>
    <w:rsid w:val="00B13C91"/>
    <w:rsid w:val="00B20064"/>
    <w:rsid w:val="00B211AB"/>
    <w:rsid w:val="00B23CD7"/>
    <w:rsid w:val="00B23FA4"/>
    <w:rsid w:val="00B25D44"/>
    <w:rsid w:val="00B30D09"/>
    <w:rsid w:val="00B323DC"/>
    <w:rsid w:val="00B36510"/>
    <w:rsid w:val="00B37BF2"/>
    <w:rsid w:val="00B43C3A"/>
    <w:rsid w:val="00B43DCF"/>
    <w:rsid w:val="00B45417"/>
    <w:rsid w:val="00B4591C"/>
    <w:rsid w:val="00B46805"/>
    <w:rsid w:val="00B471C5"/>
    <w:rsid w:val="00B51FA8"/>
    <w:rsid w:val="00B557BC"/>
    <w:rsid w:val="00B60467"/>
    <w:rsid w:val="00B648B7"/>
    <w:rsid w:val="00B64D46"/>
    <w:rsid w:val="00B671F1"/>
    <w:rsid w:val="00B80081"/>
    <w:rsid w:val="00B96744"/>
    <w:rsid w:val="00B9732A"/>
    <w:rsid w:val="00BA6011"/>
    <w:rsid w:val="00BB3C3E"/>
    <w:rsid w:val="00BB5405"/>
    <w:rsid w:val="00BB68B2"/>
    <w:rsid w:val="00BB7FEA"/>
    <w:rsid w:val="00BC26BB"/>
    <w:rsid w:val="00BC2D37"/>
    <w:rsid w:val="00BC6CE0"/>
    <w:rsid w:val="00BC6DAA"/>
    <w:rsid w:val="00BC7611"/>
    <w:rsid w:val="00BD5349"/>
    <w:rsid w:val="00BD5C31"/>
    <w:rsid w:val="00BE009C"/>
    <w:rsid w:val="00BE4627"/>
    <w:rsid w:val="00BE5BA3"/>
    <w:rsid w:val="00BF101A"/>
    <w:rsid w:val="00BF28B4"/>
    <w:rsid w:val="00BF55B1"/>
    <w:rsid w:val="00BF5A6C"/>
    <w:rsid w:val="00C20416"/>
    <w:rsid w:val="00C22A09"/>
    <w:rsid w:val="00C22D54"/>
    <w:rsid w:val="00C263C8"/>
    <w:rsid w:val="00C27EBA"/>
    <w:rsid w:val="00C30396"/>
    <w:rsid w:val="00C34C16"/>
    <w:rsid w:val="00C4267C"/>
    <w:rsid w:val="00C447E9"/>
    <w:rsid w:val="00C51E43"/>
    <w:rsid w:val="00C52FCC"/>
    <w:rsid w:val="00C5375D"/>
    <w:rsid w:val="00C552CF"/>
    <w:rsid w:val="00C55C2E"/>
    <w:rsid w:val="00C601F5"/>
    <w:rsid w:val="00C61588"/>
    <w:rsid w:val="00C61E6D"/>
    <w:rsid w:val="00C61FC6"/>
    <w:rsid w:val="00C62597"/>
    <w:rsid w:val="00C632FD"/>
    <w:rsid w:val="00C65EEE"/>
    <w:rsid w:val="00C70663"/>
    <w:rsid w:val="00C70CE5"/>
    <w:rsid w:val="00C7672D"/>
    <w:rsid w:val="00C843DD"/>
    <w:rsid w:val="00C84F6E"/>
    <w:rsid w:val="00C858DD"/>
    <w:rsid w:val="00C86827"/>
    <w:rsid w:val="00C86D39"/>
    <w:rsid w:val="00C86F9D"/>
    <w:rsid w:val="00C91F79"/>
    <w:rsid w:val="00C94865"/>
    <w:rsid w:val="00C96D1F"/>
    <w:rsid w:val="00C97DD3"/>
    <w:rsid w:val="00CA3872"/>
    <w:rsid w:val="00CA4EC9"/>
    <w:rsid w:val="00CB11ED"/>
    <w:rsid w:val="00CB401A"/>
    <w:rsid w:val="00CB582B"/>
    <w:rsid w:val="00CC4B8C"/>
    <w:rsid w:val="00CC5472"/>
    <w:rsid w:val="00CC778D"/>
    <w:rsid w:val="00CD320B"/>
    <w:rsid w:val="00CD6354"/>
    <w:rsid w:val="00CD706E"/>
    <w:rsid w:val="00CE000F"/>
    <w:rsid w:val="00CE05F7"/>
    <w:rsid w:val="00CE2DA0"/>
    <w:rsid w:val="00CF0326"/>
    <w:rsid w:val="00CF2FD1"/>
    <w:rsid w:val="00CF375E"/>
    <w:rsid w:val="00CF4091"/>
    <w:rsid w:val="00CF75E7"/>
    <w:rsid w:val="00D05ECD"/>
    <w:rsid w:val="00D06198"/>
    <w:rsid w:val="00D103A2"/>
    <w:rsid w:val="00D15505"/>
    <w:rsid w:val="00D164FE"/>
    <w:rsid w:val="00D22624"/>
    <w:rsid w:val="00D25E99"/>
    <w:rsid w:val="00D30639"/>
    <w:rsid w:val="00D30F07"/>
    <w:rsid w:val="00D30F13"/>
    <w:rsid w:val="00D455B9"/>
    <w:rsid w:val="00D462C9"/>
    <w:rsid w:val="00D475B7"/>
    <w:rsid w:val="00D5274B"/>
    <w:rsid w:val="00D57B00"/>
    <w:rsid w:val="00D65E76"/>
    <w:rsid w:val="00D66A8D"/>
    <w:rsid w:val="00D6725C"/>
    <w:rsid w:val="00D717F7"/>
    <w:rsid w:val="00D75FDF"/>
    <w:rsid w:val="00D82BEB"/>
    <w:rsid w:val="00DA0B0E"/>
    <w:rsid w:val="00DA4935"/>
    <w:rsid w:val="00DA57F3"/>
    <w:rsid w:val="00DA5811"/>
    <w:rsid w:val="00DA5E1E"/>
    <w:rsid w:val="00DA736E"/>
    <w:rsid w:val="00DB19AC"/>
    <w:rsid w:val="00DB1B76"/>
    <w:rsid w:val="00DB5F94"/>
    <w:rsid w:val="00DB689E"/>
    <w:rsid w:val="00DC1B90"/>
    <w:rsid w:val="00DC6ECD"/>
    <w:rsid w:val="00DD413D"/>
    <w:rsid w:val="00DD60EA"/>
    <w:rsid w:val="00DE4BD8"/>
    <w:rsid w:val="00DE5AA1"/>
    <w:rsid w:val="00DF194C"/>
    <w:rsid w:val="00DF2765"/>
    <w:rsid w:val="00DF3A2E"/>
    <w:rsid w:val="00DF4340"/>
    <w:rsid w:val="00E00157"/>
    <w:rsid w:val="00E00C35"/>
    <w:rsid w:val="00E0251E"/>
    <w:rsid w:val="00E07DE6"/>
    <w:rsid w:val="00E13484"/>
    <w:rsid w:val="00E17FD3"/>
    <w:rsid w:val="00E22A6F"/>
    <w:rsid w:val="00E25DA0"/>
    <w:rsid w:val="00E27F8C"/>
    <w:rsid w:val="00E32DDA"/>
    <w:rsid w:val="00E33357"/>
    <w:rsid w:val="00E34549"/>
    <w:rsid w:val="00E345F2"/>
    <w:rsid w:val="00E36FA2"/>
    <w:rsid w:val="00E4010B"/>
    <w:rsid w:val="00E42382"/>
    <w:rsid w:val="00E44B26"/>
    <w:rsid w:val="00E45AF6"/>
    <w:rsid w:val="00E46786"/>
    <w:rsid w:val="00E47A10"/>
    <w:rsid w:val="00E618BF"/>
    <w:rsid w:val="00E6461E"/>
    <w:rsid w:val="00E71E36"/>
    <w:rsid w:val="00E73FBD"/>
    <w:rsid w:val="00E77712"/>
    <w:rsid w:val="00E80BC0"/>
    <w:rsid w:val="00E81FF4"/>
    <w:rsid w:val="00E91BB8"/>
    <w:rsid w:val="00E93C44"/>
    <w:rsid w:val="00E94C30"/>
    <w:rsid w:val="00EB399F"/>
    <w:rsid w:val="00EB3B8A"/>
    <w:rsid w:val="00EB4AC4"/>
    <w:rsid w:val="00EB753F"/>
    <w:rsid w:val="00EC00F9"/>
    <w:rsid w:val="00EC05CC"/>
    <w:rsid w:val="00EC0A46"/>
    <w:rsid w:val="00EC33F0"/>
    <w:rsid w:val="00ED461A"/>
    <w:rsid w:val="00ED5F74"/>
    <w:rsid w:val="00ED683B"/>
    <w:rsid w:val="00ED72CA"/>
    <w:rsid w:val="00EE1950"/>
    <w:rsid w:val="00EE50A2"/>
    <w:rsid w:val="00EE62D2"/>
    <w:rsid w:val="00EF0711"/>
    <w:rsid w:val="00EF0961"/>
    <w:rsid w:val="00EF1760"/>
    <w:rsid w:val="00EF30FD"/>
    <w:rsid w:val="00EF3910"/>
    <w:rsid w:val="00EF5BE8"/>
    <w:rsid w:val="00F003CB"/>
    <w:rsid w:val="00F01E02"/>
    <w:rsid w:val="00F06F74"/>
    <w:rsid w:val="00F10111"/>
    <w:rsid w:val="00F11CD7"/>
    <w:rsid w:val="00F11F62"/>
    <w:rsid w:val="00F12599"/>
    <w:rsid w:val="00F15143"/>
    <w:rsid w:val="00F15262"/>
    <w:rsid w:val="00F17060"/>
    <w:rsid w:val="00F25BD9"/>
    <w:rsid w:val="00F2761D"/>
    <w:rsid w:val="00F32F31"/>
    <w:rsid w:val="00F53270"/>
    <w:rsid w:val="00F53F05"/>
    <w:rsid w:val="00F541CE"/>
    <w:rsid w:val="00F627B2"/>
    <w:rsid w:val="00F636F7"/>
    <w:rsid w:val="00F65030"/>
    <w:rsid w:val="00F651FE"/>
    <w:rsid w:val="00F71F64"/>
    <w:rsid w:val="00F730F4"/>
    <w:rsid w:val="00F7427D"/>
    <w:rsid w:val="00F754A6"/>
    <w:rsid w:val="00F75B5F"/>
    <w:rsid w:val="00F85F7B"/>
    <w:rsid w:val="00F900FC"/>
    <w:rsid w:val="00F90C43"/>
    <w:rsid w:val="00F94413"/>
    <w:rsid w:val="00F96A6E"/>
    <w:rsid w:val="00FA6ED8"/>
    <w:rsid w:val="00FA76C1"/>
    <w:rsid w:val="00FB481B"/>
    <w:rsid w:val="00FB4E0E"/>
    <w:rsid w:val="00FB5435"/>
    <w:rsid w:val="00FB60D0"/>
    <w:rsid w:val="00FB73AF"/>
    <w:rsid w:val="00FC36A0"/>
    <w:rsid w:val="00FD075F"/>
    <w:rsid w:val="00FD21EB"/>
    <w:rsid w:val="00FD3B32"/>
    <w:rsid w:val="00FE11AE"/>
    <w:rsid w:val="00FE1DA2"/>
    <w:rsid w:val="00FE5494"/>
    <w:rsid w:val="00FE5A0C"/>
    <w:rsid w:val="00FF3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5:docId w15:val="{4E4E5B90-3D61-4EC2-AA97-4EEB2F0593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locked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63450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Times New Roman" w:hAnsi="Times New Roman"/>
      <w:b/>
      <w:bCs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Times New Roman" w:hAnsi="Times New Roman"/>
      <w:b/>
      <w:bCs/>
      <w:sz w:val="28"/>
    </w:rPr>
  </w:style>
  <w:style w:type="paragraph" w:styleId="Nadpis4">
    <w:name w:val="heading 4"/>
    <w:basedOn w:val="Normln"/>
    <w:next w:val="Normln"/>
    <w:link w:val="Nadpis4Char1"/>
    <w:qFormat/>
    <w:rsid w:val="00963450"/>
    <w:pPr>
      <w:keepNext/>
      <w:jc w:val="both"/>
      <w:outlineLvl w:val="3"/>
    </w:pPr>
    <w:rPr>
      <w:rFonts w:ascii="Times New Roman" w:hAnsi="Times New Roman"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Times New Roman" w:hAnsi="Times New Roman"/>
      <w:b/>
      <w:bCs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Times New Roman" w:hAnsi="Times New Roman"/>
      <w:sz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Times New Roman" w:hAnsi="Times New Roman"/>
      <w:b/>
      <w:bCs/>
      <w:sz w:val="24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Times New Roman" w:hAnsi="Times New Roman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Nadpis3Char">
    <w:name w:val="Nadpis 3 Char"/>
    <w:link w:val="Nadpis3"/>
    <w:uiPriority w:val="99"/>
    <w:semiHidden/>
    <w:locked/>
    <w:rPr>
      <w:rFonts w:ascii="Cambria" w:hAnsi="Cambria" w:cs="Times New Roman"/>
      <w:b/>
      <w:bCs/>
      <w:sz w:val="26"/>
      <w:szCs w:val="26"/>
    </w:rPr>
  </w:style>
  <w:style w:type="character" w:customStyle="1" w:styleId="Nadpis4Char1">
    <w:name w:val="Nadpis 4 Char1"/>
    <w:link w:val="Nadpis4"/>
    <w:uiPriority w:val="99"/>
    <w:semiHidden/>
    <w:locked/>
    <w:rPr>
      <w:rFonts w:ascii="Calibri" w:hAnsi="Calibri" w:cs="Times New Roman"/>
      <w:b/>
      <w:bCs/>
      <w:sz w:val="28"/>
      <w:szCs w:val="28"/>
    </w:rPr>
  </w:style>
  <w:style w:type="character" w:customStyle="1" w:styleId="Nadpis5Char">
    <w:name w:val="Nadpis 5 Char"/>
    <w:link w:val="Nadpis5"/>
    <w:uiPriority w:val="99"/>
    <w:semiHidden/>
    <w:locked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Nadpis6Char">
    <w:name w:val="Nadpis 6 Char"/>
    <w:link w:val="Nadpis6"/>
    <w:uiPriority w:val="99"/>
    <w:semiHidden/>
    <w:locked/>
    <w:rPr>
      <w:rFonts w:ascii="Calibri" w:hAnsi="Calibri" w:cs="Times New Roman"/>
      <w:b/>
      <w:bCs/>
    </w:rPr>
  </w:style>
  <w:style w:type="character" w:customStyle="1" w:styleId="Nadpis7Char">
    <w:name w:val="Nadpis 7 Char"/>
    <w:link w:val="Nadpis7"/>
    <w:uiPriority w:val="99"/>
    <w:semiHidden/>
    <w:locked/>
    <w:rPr>
      <w:rFonts w:ascii="Calibri" w:hAnsi="Calibri" w:cs="Times New Roman"/>
      <w:sz w:val="24"/>
      <w:szCs w:val="24"/>
    </w:rPr>
  </w:style>
  <w:style w:type="character" w:customStyle="1" w:styleId="Nadpis8Char">
    <w:name w:val="Nadpis 8 Char"/>
    <w:link w:val="Nadpis8"/>
    <w:uiPriority w:val="99"/>
    <w:semiHidden/>
    <w:locked/>
    <w:rPr>
      <w:rFonts w:ascii="Calibri" w:hAnsi="Calibri" w:cs="Times New Roman"/>
      <w:i/>
      <w:iCs/>
      <w:sz w:val="24"/>
      <w:szCs w:val="24"/>
    </w:rPr>
  </w:style>
  <w:style w:type="character" w:customStyle="1" w:styleId="Nadpis9Char">
    <w:name w:val="Nadpis 9 Char"/>
    <w:link w:val="Nadpis9"/>
    <w:uiPriority w:val="99"/>
    <w:semiHidden/>
    <w:locked/>
    <w:rPr>
      <w:rFonts w:ascii="Cambria" w:hAnsi="Cambria" w:cs="Times New Roman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Pr>
      <w:rFonts w:ascii="Arial" w:hAnsi="Arial" w:cs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96345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uiPriority w:val="99"/>
    <w:locked/>
    <w:rPr>
      <w:rFonts w:ascii="Arial" w:hAnsi="Arial"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96345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locked/>
    <w:rPr>
      <w:rFonts w:ascii="Arial" w:hAnsi="Arial" w:cs="Times New Roman"/>
      <w:sz w:val="24"/>
      <w:szCs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Pr>
      <w:rFonts w:cs="Times New Roman"/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rFonts w:cs="Times New Roman"/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Pr>
      <w:rFonts w:ascii="Arial" w:hAnsi="Arial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Pr>
      <w:rFonts w:ascii="Arial" w:hAnsi="Arial" w:cs="Times New Roman"/>
      <w:b/>
      <w:bCs/>
      <w:sz w:val="20"/>
      <w:szCs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rFonts w:ascii="Arial" w:hAnsi="Arial"/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ascii="Arial" w:hAnsi="Arial"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rFonts w:ascii="Times New Roman" w:hAnsi="Times New Roman"/>
      <w:b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Pr>
      <w:rFonts w:ascii="Arial" w:hAnsi="Arial" w:cs="Times New Roman"/>
      <w:sz w:val="24"/>
      <w:szCs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rFonts w:cs="Arial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Pr>
      <w:rFonts w:ascii="Arial" w:hAnsi="Arial" w:cs="Times New Roman"/>
      <w:sz w:val="24"/>
      <w:szCs w:val="24"/>
    </w:rPr>
  </w:style>
  <w:style w:type="character" w:styleId="Hypertextovodkaz">
    <w:name w:val="Hyperlink"/>
    <w:uiPriority w:val="99"/>
    <w:rsid w:val="002F4893"/>
    <w:rPr>
      <w:rFonts w:cs="Times New Roman"/>
      <w:color w:val="0000FF"/>
      <w:u w:val="single"/>
    </w:rPr>
  </w:style>
  <w:style w:type="character" w:styleId="slostrnky">
    <w:name w:val="page number"/>
    <w:uiPriority w:val="99"/>
    <w:rsid w:val="002F4893"/>
    <w:rPr>
      <w:rFonts w:cs="Times New Roman"/>
    </w:rPr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99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 w:cs="Times New Roman"/>
      <w:sz w:val="24"/>
      <w:szCs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 w:cs="Times New Roman"/>
      <w:sz w:val="16"/>
      <w:szCs w:val="16"/>
    </w:rPr>
  </w:style>
  <w:style w:type="paragraph" w:styleId="Nzev">
    <w:name w:val="Title"/>
    <w:basedOn w:val="Normln"/>
    <w:link w:val="NzevChar"/>
    <w:uiPriority w:val="99"/>
    <w:qFormat/>
    <w:rsid w:val="000C2E90"/>
    <w:pPr>
      <w:jc w:val="center"/>
    </w:pPr>
    <w:rPr>
      <w:rFonts w:ascii="Times New Roman" w:hAnsi="Times New Roman"/>
      <w:sz w:val="28"/>
    </w:rPr>
  </w:style>
  <w:style w:type="character" w:customStyle="1" w:styleId="NzevChar">
    <w:name w:val="Název Char"/>
    <w:link w:val="Nzev"/>
    <w:uiPriority w:val="99"/>
    <w:locked/>
    <w:rsid w:val="000C2E90"/>
    <w:rPr>
      <w:rFonts w:cs="Times New Roman"/>
      <w:sz w:val="24"/>
      <w:szCs w:val="24"/>
    </w:rPr>
  </w:style>
  <w:style w:type="character" w:styleId="Siln">
    <w:name w:val="Strong"/>
    <w:uiPriority w:val="99"/>
    <w:qFormat/>
    <w:rsid w:val="000C2E90"/>
    <w:rPr>
      <w:rFonts w:cs="Times New Roman"/>
      <w:b/>
      <w:bCs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 w:cs="Times New Roman"/>
      <w:sz w:val="22"/>
      <w:szCs w:val="22"/>
      <w:lang w:val="cs-CZ" w:eastAsia="en-US" w:bidi="ar-SA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rsid w:val="006146A8"/>
    <w:rPr>
      <w:sz w:val="0"/>
      <w:szC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393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127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127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46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44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8F922296</Template>
  <TotalTime>4</TotalTime>
  <Pages>3</Pages>
  <Words>171</Words>
  <Characters>1532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Čestné prohlášení – technické kvalifikační předpoklady – příloha č. 3</vt:lpstr>
    </vt:vector>
  </TitlesOfParts>
  <Company>Město Uherský Brod</Company>
  <LinksUpToDate>false</LinksUpToDate>
  <CharactersWithSpaces>1700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Čestné prohlášení – technické kvalifikační předpoklady – příloha č. 3</dc:title>
  <dc:subject>Veřejná zakázka: Oprava chodníků města Uherský Brod</dc:subject>
  <dc:creator>Kamil Válek</dc:creator>
  <cp:lastModifiedBy>Hečová Petra, Ing.</cp:lastModifiedBy>
  <cp:revision>7</cp:revision>
  <cp:lastPrinted>2013-06-03T08:45:00Z</cp:lastPrinted>
  <dcterms:created xsi:type="dcterms:W3CDTF">2024-02-12T08:15:00Z</dcterms:created>
  <dcterms:modified xsi:type="dcterms:W3CDTF">2025-01-27T07:09:00Z</dcterms:modified>
</cp:coreProperties>
</file>